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6C28A" w14:textId="43D8544D" w:rsidR="00A72964" w:rsidRPr="008F21D6" w:rsidRDefault="00A72964" w:rsidP="00636B64">
      <w:pPr>
        <w:ind w:right="-1"/>
        <w:jc w:val="center"/>
        <w:rPr>
          <w:b/>
          <w:sz w:val="36"/>
          <w:szCs w:val="36"/>
        </w:rPr>
      </w:pPr>
      <w:r w:rsidRPr="008F21D6">
        <w:rPr>
          <w:b/>
          <w:sz w:val="36"/>
          <w:szCs w:val="36"/>
        </w:rPr>
        <w:t>慶祝</w:t>
      </w:r>
      <w:r w:rsidRPr="008F21D6">
        <w:rPr>
          <w:b/>
          <w:sz w:val="36"/>
          <w:szCs w:val="36"/>
        </w:rPr>
        <w:t>1</w:t>
      </w:r>
      <w:r w:rsidR="007362C2">
        <w:rPr>
          <w:rFonts w:hint="eastAsia"/>
          <w:b/>
          <w:sz w:val="36"/>
          <w:szCs w:val="36"/>
        </w:rPr>
        <w:t>1</w:t>
      </w:r>
      <w:r w:rsidR="006C1EE2">
        <w:rPr>
          <w:rFonts w:hint="eastAsia"/>
          <w:b/>
          <w:sz w:val="36"/>
          <w:szCs w:val="36"/>
        </w:rPr>
        <w:t>3</w:t>
      </w:r>
      <w:r w:rsidR="00636B64" w:rsidRPr="008F21D6">
        <w:rPr>
          <w:b/>
          <w:sz w:val="36"/>
          <w:szCs w:val="36"/>
        </w:rPr>
        <w:t>年青年節</w:t>
      </w:r>
      <w:r w:rsidRPr="008F21D6">
        <w:rPr>
          <w:b/>
          <w:sz w:val="36"/>
          <w:szCs w:val="36"/>
        </w:rPr>
        <w:t>新竹地區</w:t>
      </w:r>
      <w:r w:rsidR="00F152F5" w:rsidRPr="008F21D6">
        <w:rPr>
          <w:b/>
          <w:sz w:val="36"/>
          <w:szCs w:val="36"/>
        </w:rPr>
        <w:t>表揚</w:t>
      </w:r>
      <w:r w:rsidR="003B2803">
        <w:rPr>
          <w:rFonts w:hint="eastAsia"/>
          <w:b/>
          <w:sz w:val="36"/>
          <w:szCs w:val="36"/>
        </w:rPr>
        <w:t>中等</w:t>
      </w:r>
      <w:r w:rsidRPr="008F21D6">
        <w:rPr>
          <w:b/>
          <w:sz w:val="36"/>
          <w:szCs w:val="36"/>
        </w:rPr>
        <w:t>學校優秀青年實施</w:t>
      </w:r>
      <w:r w:rsidR="000365D2">
        <w:rPr>
          <w:rFonts w:hint="eastAsia"/>
          <w:b/>
          <w:sz w:val="36"/>
          <w:szCs w:val="36"/>
        </w:rPr>
        <w:t>辦法</w:t>
      </w:r>
    </w:p>
    <w:p w14:paraId="23E20D83" w14:textId="77777777" w:rsidR="00A72964" w:rsidRPr="008F21D6" w:rsidRDefault="00A72964" w:rsidP="00F41AF8">
      <w:pPr>
        <w:spacing w:line="480" w:lineRule="exact"/>
        <w:ind w:leftChars="-1" w:left="1958" w:right="-1" w:hangingChars="700" w:hanging="1960"/>
        <w:rPr>
          <w:sz w:val="28"/>
          <w:szCs w:val="28"/>
        </w:rPr>
      </w:pPr>
      <w:r w:rsidRPr="008F21D6">
        <w:rPr>
          <w:sz w:val="28"/>
          <w:szCs w:val="28"/>
        </w:rPr>
        <w:t>一、目</w:t>
      </w:r>
      <w:r w:rsidR="00F41AF8" w:rsidRPr="008F21D6">
        <w:rPr>
          <w:sz w:val="28"/>
          <w:szCs w:val="28"/>
        </w:rPr>
        <w:t xml:space="preserve">    </w:t>
      </w:r>
      <w:r w:rsidR="00F41AF8" w:rsidRPr="008F21D6">
        <w:rPr>
          <w:sz w:val="28"/>
          <w:szCs w:val="28"/>
        </w:rPr>
        <w:t>的：獎勵德行優良，服務熱心及守法</w:t>
      </w:r>
      <w:r w:rsidR="00955674">
        <w:rPr>
          <w:sz w:val="28"/>
          <w:szCs w:val="28"/>
        </w:rPr>
        <w:t>、</w:t>
      </w:r>
      <w:r w:rsidRPr="008F21D6">
        <w:rPr>
          <w:sz w:val="28"/>
          <w:szCs w:val="28"/>
        </w:rPr>
        <w:t>愛校之</w:t>
      </w:r>
      <w:r w:rsidR="00F41AF8" w:rsidRPr="008F21D6">
        <w:rPr>
          <w:sz w:val="28"/>
          <w:szCs w:val="28"/>
        </w:rPr>
        <w:t>學校</w:t>
      </w:r>
      <w:r w:rsidRPr="008F21D6">
        <w:rPr>
          <w:sz w:val="28"/>
          <w:szCs w:val="28"/>
        </w:rPr>
        <w:t>優秀學生，並藉擴大表揚，形塑青年行為典範，建立校園良好風氣。</w:t>
      </w:r>
    </w:p>
    <w:p w14:paraId="322D2B37" w14:textId="77777777" w:rsidR="00A72964" w:rsidRPr="008F21D6" w:rsidRDefault="00A72964" w:rsidP="00F41AF8">
      <w:pPr>
        <w:spacing w:line="480" w:lineRule="exact"/>
        <w:ind w:leftChars="-1" w:rightChars="-355" w:right="-852" w:hanging="2"/>
        <w:rPr>
          <w:sz w:val="28"/>
          <w:szCs w:val="28"/>
        </w:rPr>
      </w:pPr>
      <w:r w:rsidRPr="008F21D6">
        <w:rPr>
          <w:sz w:val="28"/>
          <w:szCs w:val="28"/>
        </w:rPr>
        <w:t>二、</w:t>
      </w:r>
      <w:r w:rsidR="00F152F5">
        <w:rPr>
          <w:rFonts w:hint="eastAsia"/>
          <w:sz w:val="28"/>
          <w:szCs w:val="28"/>
        </w:rPr>
        <w:t>主辦</w:t>
      </w:r>
      <w:r w:rsidRPr="008F21D6">
        <w:rPr>
          <w:sz w:val="28"/>
          <w:szCs w:val="28"/>
        </w:rPr>
        <w:t>單位：</w:t>
      </w:r>
      <w:r w:rsidR="00F152F5" w:rsidRPr="00F152F5">
        <w:rPr>
          <w:rFonts w:hint="eastAsia"/>
          <w:sz w:val="28"/>
          <w:szCs w:val="28"/>
        </w:rPr>
        <w:t>中國青年救國團總團部</w:t>
      </w:r>
    </w:p>
    <w:p w14:paraId="09DFA18B" w14:textId="77777777" w:rsidR="00A72964" w:rsidRPr="008F21D6" w:rsidRDefault="00A72964" w:rsidP="00F41AF8">
      <w:pPr>
        <w:spacing w:line="480" w:lineRule="exact"/>
        <w:ind w:leftChars="-1" w:rightChars="-355" w:right="-852" w:hanging="2"/>
        <w:rPr>
          <w:sz w:val="28"/>
          <w:szCs w:val="28"/>
        </w:rPr>
      </w:pPr>
      <w:r w:rsidRPr="008F21D6">
        <w:rPr>
          <w:sz w:val="28"/>
          <w:szCs w:val="28"/>
        </w:rPr>
        <w:t>三、</w:t>
      </w:r>
      <w:r w:rsidR="00F152F5">
        <w:rPr>
          <w:rFonts w:hint="eastAsia"/>
          <w:sz w:val="28"/>
          <w:szCs w:val="28"/>
        </w:rPr>
        <w:t>承辦單位</w:t>
      </w:r>
      <w:r w:rsidRPr="008F21D6">
        <w:rPr>
          <w:sz w:val="28"/>
          <w:szCs w:val="28"/>
        </w:rPr>
        <w:t>：救國團新竹團委會</w:t>
      </w:r>
    </w:p>
    <w:p w14:paraId="63450CB0" w14:textId="77777777" w:rsidR="00A72964" w:rsidRPr="008F21D6" w:rsidRDefault="00A72964" w:rsidP="00F41AF8">
      <w:pPr>
        <w:spacing w:line="480" w:lineRule="exact"/>
        <w:ind w:leftChars="-1" w:rightChars="-355" w:right="-852" w:hanging="2"/>
        <w:rPr>
          <w:sz w:val="28"/>
          <w:szCs w:val="28"/>
        </w:rPr>
      </w:pPr>
      <w:r w:rsidRPr="008F21D6">
        <w:rPr>
          <w:sz w:val="28"/>
          <w:szCs w:val="28"/>
        </w:rPr>
        <w:t>四、協辦單位：新竹縣</w:t>
      </w:r>
      <w:r w:rsidR="006C5DC6">
        <w:rPr>
          <w:rFonts w:hint="eastAsia"/>
          <w:sz w:val="28"/>
          <w:szCs w:val="28"/>
        </w:rPr>
        <w:t>、</w:t>
      </w:r>
      <w:r w:rsidRPr="008F21D6">
        <w:rPr>
          <w:sz w:val="28"/>
          <w:szCs w:val="28"/>
        </w:rPr>
        <w:t>市各中等學校</w:t>
      </w:r>
    </w:p>
    <w:p w14:paraId="6B04A8CE" w14:textId="50CEEDC0" w:rsidR="000E79E9" w:rsidRDefault="00A72964" w:rsidP="00F41AF8">
      <w:pPr>
        <w:spacing w:line="480" w:lineRule="exact"/>
        <w:ind w:leftChars="-1" w:rightChars="-355" w:right="-852" w:hanging="2"/>
        <w:rPr>
          <w:sz w:val="28"/>
          <w:szCs w:val="28"/>
        </w:rPr>
      </w:pPr>
      <w:r w:rsidRPr="002E6809">
        <w:rPr>
          <w:sz w:val="28"/>
          <w:szCs w:val="28"/>
        </w:rPr>
        <w:t>五、表揚日期：</w:t>
      </w:r>
      <w:r w:rsidR="00906F6F" w:rsidRPr="000E79E9">
        <w:rPr>
          <w:rFonts w:hint="eastAsia"/>
          <w:b/>
          <w:sz w:val="28"/>
          <w:szCs w:val="28"/>
        </w:rPr>
        <w:t>1</w:t>
      </w:r>
      <w:r w:rsidR="00D73044">
        <w:rPr>
          <w:rFonts w:hint="eastAsia"/>
          <w:b/>
          <w:sz w:val="28"/>
          <w:szCs w:val="28"/>
        </w:rPr>
        <w:t>1</w:t>
      </w:r>
      <w:r w:rsidR="006C1EE2">
        <w:rPr>
          <w:rFonts w:hint="eastAsia"/>
          <w:b/>
          <w:sz w:val="28"/>
          <w:szCs w:val="28"/>
        </w:rPr>
        <w:t>3</w:t>
      </w:r>
      <w:r w:rsidR="00906F6F" w:rsidRPr="000E79E9">
        <w:rPr>
          <w:rFonts w:hint="eastAsia"/>
          <w:b/>
          <w:sz w:val="28"/>
          <w:szCs w:val="28"/>
        </w:rPr>
        <w:t>年</w:t>
      </w:r>
      <w:r w:rsidR="00906F6F" w:rsidRPr="000E79E9">
        <w:rPr>
          <w:rFonts w:hint="eastAsia"/>
          <w:b/>
          <w:sz w:val="28"/>
          <w:szCs w:val="28"/>
        </w:rPr>
        <w:t>3</w:t>
      </w:r>
      <w:r w:rsidR="00906F6F" w:rsidRPr="000E79E9">
        <w:rPr>
          <w:rFonts w:hint="eastAsia"/>
          <w:b/>
          <w:sz w:val="28"/>
          <w:szCs w:val="28"/>
        </w:rPr>
        <w:t>月</w:t>
      </w:r>
      <w:r w:rsidR="006C1EE2">
        <w:rPr>
          <w:rFonts w:hint="eastAsia"/>
          <w:b/>
          <w:sz w:val="28"/>
          <w:szCs w:val="28"/>
        </w:rPr>
        <w:t>30</w:t>
      </w:r>
      <w:r w:rsidR="00906F6F" w:rsidRPr="000E79E9">
        <w:rPr>
          <w:rFonts w:hint="eastAsia"/>
          <w:b/>
          <w:sz w:val="28"/>
          <w:szCs w:val="28"/>
        </w:rPr>
        <w:t>日</w:t>
      </w:r>
      <w:r w:rsidR="00906F6F">
        <w:rPr>
          <w:rFonts w:hint="eastAsia"/>
          <w:sz w:val="28"/>
          <w:szCs w:val="28"/>
        </w:rPr>
        <w:t>(</w:t>
      </w:r>
      <w:r w:rsidR="00906F6F">
        <w:rPr>
          <w:rFonts w:hint="eastAsia"/>
          <w:sz w:val="28"/>
          <w:szCs w:val="28"/>
        </w:rPr>
        <w:t>星期</w:t>
      </w:r>
      <w:r w:rsidR="006C1EE2">
        <w:rPr>
          <w:rFonts w:hint="eastAsia"/>
          <w:sz w:val="28"/>
          <w:szCs w:val="28"/>
        </w:rPr>
        <w:t>六</w:t>
      </w:r>
      <w:r w:rsidR="00906F6F">
        <w:rPr>
          <w:rFonts w:hint="eastAsia"/>
          <w:sz w:val="28"/>
          <w:szCs w:val="28"/>
        </w:rPr>
        <w:t>)</w:t>
      </w:r>
      <w:r w:rsidR="00906F6F">
        <w:rPr>
          <w:rFonts w:hint="eastAsia"/>
          <w:sz w:val="28"/>
          <w:szCs w:val="28"/>
        </w:rPr>
        <w:t>上午</w:t>
      </w:r>
      <w:r w:rsidR="00906F6F">
        <w:rPr>
          <w:rFonts w:hint="eastAsia"/>
          <w:sz w:val="28"/>
          <w:szCs w:val="28"/>
        </w:rPr>
        <w:t>10</w:t>
      </w:r>
      <w:r w:rsidR="00906F6F">
        <w:rPr>
          <w:rFonts w:hint="eastAsia"/>
          <w:sz w:val="28"/>
          <w:szCs w:val="28"/>
        </w:rPr>
        <w:t>時</w:t>
      </w:r>
    </w:p>
    <w:p w14:paraId="2CCCE41E" w14:textId="77777777" w:rsidR="00A72964" w:rsidRPr="002E6809" w:rsidRDefault="00A72964" w:rsidP="00F41AF8">
      <w:pPr>
        <w:spacing w:line="480" w:lineRule="exact"/>
        <w:ind w:leftChars="-1" w:rightChars="-355" w:right="-852" w:hanging="2"/>
        <w:rPr>
          <w:sz w:val="28"/>
          <w:szCs w:val="28"/>
        </w:rPr>
      </w:pPr>
      <w:r w:rsidRPr="002E6809">
        <w:rPr>
          <w:sz w:val="28"/>
          <w:szCs w:val="28"/>
        </w:rPr>
        <w:t>六、</w:t>
      </w:r>
      <w:r w:rsidR="003B7AA3" w:rsidRPr="002E6809">
        <w:rPr>
          <w:sz w:val="28"/>
          <w:szCs w:val="28"/>
        </w:rPr>
        <w:t>活動</w:t>
      </w:r>
      <w:r w:rsidRPr="002E6809">
        <w:rPr>
          <w:sz w:val="28"/>
          <w:szCs w:val="28"/>
        </w:rPr>
        <w:t>地點：</w:t>
      </w:r>
      <w:r w:rsidR="00194316">
        <w:rPr>
          <w:rFonts w:hint="eastAsia"/>
          <w:sz w:val="28"/>
          <w:szCs w:val="28"/>
        </w:rPr>
        <w:t>另行通知。</w:t>
      </w:r>
    </w:p>
    <w:p w14:paraId="4B582159" w14:textId="77777777" w:rsidR="00A72964" w:rsidRPr="008F21D6" w:rsidRDefault="00A72964" w:rsidP="00F41AF8">
      <w:pPr>
        <w:spacing w:line="480" w:lineRule="exact"/>
        <w:ind w:leftChars="-1" w:rightChars="-355" w:right="-852" w:hanging="2"/>
        <w:rPr>
          <w:sz w:val="28"/>
          <w:szCs w:val="28"/>
        </w:rPr>
      </w:pPr>
      <w:r w:rsidRPr="008F21D6">
        <w:rPr>
          <w:sz w:val="28"/>
          <w:szCs w:val="28"/>
        </w:rPr>
        <w:t>七、表揚方式：</w:t>
      </w:r>
    </w:p>
    <w:p w14:paraId="0F0433FE" w14:textId="1C56E015" w:rsidR="00A72964" w:rsidRPr="008F21D6" w:rsidRDefault="00A72964" w:rsidP="00F41AF8">
      <w:pPr>
        <w:spacing w:line="480" w:lineRule="exact"/>
        <w:ind w:rightChars="-355" w:right="-852" w:firstLineChars="100" w:firstLine="280"/>
        <w:rPr>
          <w:sz w:val="28"/>
          <w:szCs w:val="28"/>
        </w:rPr>
      </w:pPr>
      <w:r w:rsidRPr="008F21D6">
        <w:rPr>
          <w:sz w:val="28"/>
          <w:szCs w:val="28"/>
        </w:rPr>
        <w:t>（一）於</w:t>
      </w:r>
      <w:r w:rsidR="00E259A9">
        <w:rPr>
          <w:sz w:val="28"/>
          <w:szCs w:val="28"/>
        </w:rPr>
        <w:t>新竹地區</w:t>
      </w:r>
      <w:r w:rsidRPr="008F21D6">
        <w:rPr>
          <w:sz w:val="28"/>
          <w:szCs w:val="28"/>
        </w:rPr>
        <w:t>慶祝</w:t>
      </w:r>
      <w:r w:rsidR="00F41AF8" w:rsidRPr="008F21D6">
        <w:rPr>
          <w:sz w:val="28"/>
          <w:szCs w:val="28"/>
        </w:rPr>
        <w:t>1</w:t>
      </w:r>
      <w:r w:rsidR="007362C2">
        <w:rPr>
          <w:rFonts w:hint="eastAsia"/>
          <w:sz w:val="28"/>
          <w:szCs w:val="28"/>
        </w:rPr>
        <w:t>1</w:t>
      </w:r>
      <w:r w:rsidR="006C1EE2">
        <w:rPr>
          <w:rFonts w:hint="eastAsia"/>
          <w:sz w:val="28"/>
          <w:szCs w:val="28"/>
        </w:rPr>
        <w:t>3</w:t>
      </w:r>
      <w:r w:rsidR="00F41AF8" w:rsidRPr="008F21D6">
        <w:rPr>
          <w:sz w:val="28"/>
          <w:szCs w:val="28"/>
        </w:rPr>
        <w:t>年</w:t>
      </w:r>
      <w:r w:rsidRPr="008F21D6">
        <w:rPr>
          <w:sz w:val="28"/>
          <w:szCs w:val="28"/>
        </w:rPr>
        <w:t>青年節</w:t>
      </w:r>
      <w:r w:rsidR="006C5DC6">
        <w:rPr>
          <w:rFonts w:hint="eastAsia"/>
          <w:sz w:val="28"/>
          <w:szCs w:val="28"/>
        </w:rPr>
        <w:t>表揚大會</w:t>
      </w:r>
      <w:r w:rsidRPr="008F21D6">
        <w:rPr>
          <w:sz w:val="28"/>
          <w:szCs w:val="28"/>
        </w:rPr>
        <w:t>中隆重表揚。</w:t>
      </w:r>
    </w:p>
    <w:p w14:paraId="2F4B56E4" w14:textId="77777777" w:rsidR="00A72964" w:rsidRPr="008F21D6" w:rsidRDefault="00A72964" w:rsidP="00F1694F">
      <w:pPr>
        <w:tabs>
          <w:tab w:val="left" w:pos="4678"/>
          <w:tab w:val="left" w:pos="4820"/>
          <w:tab w:val="left" w:pos="5954"/>
        </w:tabs>
        <w:spacing w:line="480" w:lineRule="exact"/>
        <w:ind w:leftChars="-1" w:left="1118" w:right="-1" w:hangingChars="400" w:hanging="1120"/>
        <w:rPr>
          <w:sz w:val="28"/>
          <w:szCs w:val="28"/>
        </w:rPr>
      </w:pPr>
      <w:r w:rsidRPr="008F21D6">
        <w:rPr>
          <w:sz w:val="28"/>
          <w:szCs w:val="28"/>
        </w:rPr>
        <w:t xml:space="preserve">　（二）獲選優秀青年致贈獎狀，並於《新竹青年》期刊</w:t>
      </w:r>
      <w:r w:rsidR="00F152F5" w:rsidRPr="006C1EE2">
        <w:rPr>
          <w:rFonts w:hint="eastAsia"/>
          <w:sz w:val="28"/>
          <w:szCs w:val="28"/>
        </w:rPr>
        <w:t>開闢</w:t>
      </w:r>
      <w:r w:rsidRPr="008F21D6">
        <w:rPr>
          <w:sz w:val="28"/>
          <w:szCs w:val="28"/>
        </w:rPr>
        <w:t>『青年楷模專欄』加以報導。</w:t>
      </w:r>
    </w:p>
    <w:p w14:paraId="78512478" w14:textId="77777777" w:rsidR="00A72964" w:rsidRPr="008F21D6" w:rsidRDefault="00A72964" w:rsidP="00BC1B64">
      <w:pPr>
        <w:spacing w:line="480" w:lineRule="exact"/>
        <w:ind w:leftChars="-1" w:left="566" w:right="-1" w:hangingChars="203" w:hanging="568"/>
        <w:rPr>
          <w:sz w:val="28"/>
          <w:szCs w:val="28"/>
        </w:rPr>
      </w:pPr>
      <w:r w:rsidRPr="008F21D6">
        <w:rPr>
          <w:sz w:val="28"/>
          <w:szCs w:val="28"/>
        </w:rPr>
        <w:t>八、遴選標準</w:t>
      </w:r>
      <w:r w:rsidR="00BC1B64">
        <w:rPr>
          <w:rFonts w:hint="eastAsia"/>
          <w:sz w:val="28"/>
          <w:szCs w:val="28"/>
        </w:rPr>
        <w:t>依各</w:t>
      </w:r>
      <w:r w:rsidRPr="008F21D6">
        <w:rPr>
          <w:sz w:val="28"/>
          <w:szCs w:val="28"/>
        </w:rPr>
        <w:t>校在校學生品學兼優，具有下列優良事蹟之一，足資同學楷模者：</w:t>
      </w:r>
    </w:p>
    <w:p w14:paraId="5BF0FFE9" w14:textId="77777777" w:rsidR="00A72964" w:rsidRPr="008F21D6" w:rsidRDefault="00A72964" w:rsidP="00F41AF8">
      <w:pPr>
        <w:spacing w:line="480" w:lineRule="exact"/>
        <w:ind w:rightChars="-355" w:right="-852" w:firstLineChars="100" w:firstLine="280"/>
        <w:jc w:val="both"/>
        <w:rPr>
          <w:sz w:val="28"/>
          <w:szCs w:val="28"/>
        </w:rPr>
      </w:pPr>
      <w:r w:rsidRPr="008F21D6">
        <w:rPr>
          <w:sz w:val="28"/>
          <w:szCs w:val="28"/>
        </w:rPr>
        <w:t>（一）代表學校參加各項競賽，屢獲佳績，有具體事實者。</w:t>
      </w:r>
    </w:p>
    <w:p w14:paraId="47967246" w14:textId="77777777" w:rsidR="00A72964" w:rsidRPr="008F21D6" w:rsidRDefault="00A72964" w:rsidP="00F41AF8">
      <w:pPr>
        <w:spacing w:line="480" w:lineRule="exact"/>
        <w:ind w:rightChars="-355" w:right="-852" w:firstLineChars="100" w:firstLine="280"/>
        <w:rPr>
          <w:sz w:val="28"/>
          <w:szCs w:val="28"/>
        </w:rPr>
      </w:pPr>
      <w:r w:rsidRPr="008F21D6">
        <w:rPr>
          <w:sz w:val="28"/>
          <w:szCs w:val="28"/>
        </w:rPr>
        <w:t>（二）擔任校內班級、社團幹部推廣社團活動，有具體貢獻者。</w:t>
      </w:r>
    </w:p>
    <w:p w14:paraId="71AABF18" w14:textId="77777777" w:rsidR="00A72964" w:rsidRPr="008F21D6" w:rsidRDefault="00763AE3" w:rsidP="00F41AF8">
      <w:pPr>
        <w:spacing w:line="480" w:lineRule="exact"/>
        <w:ind w:rightChars="-355" w:right="-852" w:firstLineChars="100" w:firstLine="280"/>
        <w:rPr>
          <w:sz w:val="28"/>
          <w:szCs w:val="28"/>
        </w:rPr>
      </w:pPr>
      <w:r w:rsidRPr="008F21D6">
        <w:rPr>
          <w:sz w:val="28"/>
          <w:szCs w:val="28"/>
        </w:rPr>
        <w:t>（三）崇法守</w:t>
      </w:r>
      <w:r w:rsidR="00A72964" w:rsidRPr="008F21D6">
        <w:rPr>
          <w:sz w:val="28"/>
          <w:szCs w:val="28"/>
        </w:rPr>
        <w:t>紀、友愛同學，有具體事實，足資表揚者。</w:t>
      </w:r>
    </w:p>
    <w:p w14:paraId="3E71E97D" w14:textId="77777777" w:rsidR="00A72964" w:rsidRPr="008F21D6" w:rsidRDefault="00A72964" w:rsidP="00F41AF8">
      <w:pPr>
        <w:spacing w:line="480" w:lineRule="exact"/>
        <w:ind w:rightChars="-355" w:right="-852" w:firstLineChars="100" w:firstLine="280"/>
        <w:rPr>
          <w:sz w:val="28"/>
          <w:szCs w:val="28"/>
        </w:rPr>
      </w:pPr>
      <w:r w:rsidRPr="008F21D6">
        <w:rPr>
          <w:sz w:val="28"/>
          <w:szCs w:val="28"/>
        </w:rPr>
        <w:t>（四）刻苦耐勞、純樸勤奮、熱心服務，堪為青年表率者。</w:t>
      </w:r>
    </w:p>
    <w:p w14:paraId="33173E4C" w14:textId="77777777" w:rsidR="00A72964" w:rsidRPr="008F21D6" w:rsidRDefault="00A72964" w:rsidP="00F41AF8">
      <w:pPr>
        <w:spacing w:line="480" w:lineRule="exact"/>
        <w:ind w:rightChars="-355" w:right="-852" w:firstLineChars="100" w:firstLine="280"/>
        <w:rPr>
          <w:sz w:val="28"/>
          <w:szCs w:val="28"/>
        </w:rPr>
      </w:pPr>
      <w:r w:rsidRPr="008F21D6">
        <w:rPr>
          <w:sz w:val="28"/>
          <w:szCs w:val="28"/>
        </w:rPr>
        <w:t>（五）具有其他優良德行與傑出表現，足資青年楷模者。</w:t>
      </w:r>
    </w:p>
    <w:p w14:paraId="1DBDB3F1" w14:textId="7D6DF24E" w:rsidR="00A72964" w:rsidRPr="008F21D6" w:rsidRDefault="00A72964" w:rsidP="00477B35">
      <w:pPr>
        <w:spacing w:line="480" w:lineRule="exact"/>
        <w:ind w:leftChars="-1" w:left="1958" w:right="-1" w:hangingChars="700" w:hanging="1960"/>
        <w:rPr>
          <w:sz w:val="28"/>
          <w:szCs w:val="28"/>
        </w:rPr>
      </w:pPr>
      <w:r w:rsidRPr="008F21D6">
        <w:rPr>
          <w:sz w:val="28"/>
          <w:szCs w:val="28"/>
        </w:rPr>
        <w:t>九、遴選方式：各中等學校得依據本要點，遴選</w:t>
      </w:r>
      <w:r w:rsidR="008B4B70">
        <w:rPr>
          <w:rFonts w:hint="eastAsia"/>
          <w:sz w:val="28"/>
          <w:szCs w:val="28"/>
        </w:rPr>
        <w:t>學校</w:t>
      </w:r>
      <w:r w:rsidRPr="008F21D6">
        <w:rPr>
          <w:sz w:val="28"/>
          <w:szCs w:val="28"/>
        </w:rPr>
        <w:t>優秀青年乙名</w:t>
      </w:r>
      <w:r w:rsidR="00F3075D" w:rsidRPr="008F21D6">
        <w:rPr>
          <w:sz w:val="28"/>
          <w:szCs w:val="28"/>
        </w:rPr>
        <w:t>。</w:t>
      </w:r>
    </w:p>
    <w:p w14:paraId="11ACDF39" w14:textId="77777777" w:rsidR="00A72964" w:rsidRPr="008F21D6" w:rsidRDefault="00A72964" w:rsidP="00F41AF8">
      <w:pPr>
        <w:spacing w:line="480" w:lineRule="exact"/>
        <w:ind w:leftChars="-1" w:rightChars="-355" w:right="-852" w:hanging="2"/>
        <w:rPr>
          <w:sz w:val="28"/>
          <w:szCs w:val="28"/>
        </w:rPr>
      </w:pPr>
      <w:r w:rsidRPr="008F21D6">
        <w:rPr>
          <w:sz w:val="28"/>
          <w:szCs w:val="28"/>
        </w:rPr>
        <w:t>十、附則：</w:t>
      </w:r>
    </w:p>
    <w:p w14:paraId="2FFC49CD" w14:textId="77777777" w:rsidR="008B4B70" w:rsidRPr="008B4B70" w:rsidRDefault="00B93B0F" w:rsidP="008B4B70">
      <w:pPr>
        <w:spacing w:line="480" w:lineRule="exact"/>
        <w:ind w:rightChars="-355" w:right="-852"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（一）曾獲選表揚之學校優秀青年，請勿再推</w:t>
      </w:r>
      <w:r w:rsidR="008B4B70">
        <w:rPr>
          <w:rFonts w:hint="eastAsia"/>
          <w:sz w:val="28"/>
          <w:szCs w:val="28"/>
        </w:rPr>
        <w:t>薦。</w:t>
      </w:r>
    </w:p>
    <w:p w14:paraId="7CA80ADF" w14:textId="77777777" w:rsidR="00A72964" w:rsidRDefault="008B4B70" w:rsidP="004B5D0F">
      <w:pPr>
        <w:spacing w:line="480" w:lineRule="exact"/>
        <w:ind w:leftChars="117" w:left="1163" w:rightChars="-355" w:right="-852" w:hangingChars="315" w:hanging="882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二</w:t>
      </w:r>
      <w:r w:rsidR="00A72964" w:rsidRPr="008F21D6">
        <w:rPr>
          <w:sz w:val="28"/>
          <w:szCs w:val="28"/>
        </w:rPr>
        <w:t>）</w:t>
      </w:r>
      <w:r w:rsidR="00763AE3" w:rsidRPr="008F21D6">
        <w:rPr>
          <w:sz w:val="28"/>
          <w:szCs w:val="28"/>
        </w:rPr>
        <w:t>推薦表</w:t>
      </w:r>
      <w:r w:rsidR="00A72964" w:rsidRPr="008F21D6">
        <w:rPr>
          <w:sz w:val="28"/>
          <w:szCs w:val="28"/>
        </w:rPr>
        <w:t>中優良事蹟請具體詳填，並請黏貼</w:t>
      </w:r>
      <w:r w:rsidR="00A72964" w:rsidRPr="008F21D6">
        <w:rPr>
          <w:sz w:val="28"/>
          <w:szCs w:val="28"/>
        </w:rPr>
        <w:t>2</w:t>
      </w:r>
      <w:r w:rsidR="00A72964" w:rsidRPr="008F21D6">
        <w:rPr>
          <w:sz w:val="28"/>
          <w:szCs w:val="28"/>
        </w:rPr>
        <w:t>吋半身相片乙張。</w:t>
      </w:r>
    </w:p>
    <w:p w14:paraId="55B5FF34" w14:textId="77777777" w:rsidR="00A72964" w:rsidRDefault="008B4B70" w:rsidP="004B5D0F">
      <w:pPr>
        <w:spacing w:line="480" w:lineRule="exact"/>
        <w:ind w:rightChars="-355" w:right="-852" w:firstLineChars="100" w:firstLine="280"/>
        <w:rPr>
          <w:sz w:val="32"/>
          <w:szCs w:val="28"/>
        </w:rPr>
      </w:pPr>
      <w:r>
        <w:rPr>
          <w:sz w:val="28"/>
          <w:szCs w:val="28"/>
        </w:rPr>
        <w:t>（</w:t>
      </w:r>
      <w:r w:rsidR="00F3075D">
        <w:rPr>
          <w:rFonts w:hint="eastAsia"/>
          <w:sz w:val="28"/>
          <w:szCs w:val="28"/>
        </w:rPr>
        <w:t>三</w:t>
      </w:r>
      <w:r w:rsidR="00DA3E4A" w:rsidRPr="008F21D6">
        <w:rPr>
          <w:sz w:val="28"/>
          <w:szCs w:val="28"/>
        </w:rPr>
        <w:t>）實施</w:t>
      </w:r>
      <w:r w:rsidR="00951F2A">
        <w:rPr>
          <w:rFonts w:hint="eastAsia"/>
          <w:sz w:val="28"/>
          <w:szCs w:val="28"/>
        </w:rPr>
        <w:t>辦法</w:t>
      </w:r>
      <w:r w:rsidR="00DA3E4A" w:rsidRPr="008F21D6">
        <w:rPr>
          <w:sz w:val="28"/>
          <w:szCs w:val="28"/>
        </w:rPr>
        <w:t>及推薦表</w:t>
      </w:r>
      <w:r w:rsidR="00A72964" w:rsidRPr="008F21D6">
        <w:rPr>
          <w:sz w:val="28"/>
          <w:szCs w:val="28"/>
        </w:rPr>
        <w:t>可至本會網址下載：</w:t>
      </w:r>
      <w:hyperlink r:id="rId8" w:history="1">
        <w:r w:rsidR="00DD6976" w:rsidRPr="00837F3D">
          <w:rPr>
            <w:rStyle w:val="af8"/>
            <w:rFonts w:hint="eastAsia"/>
            <w:sz w:val="32"/>
            <w:szCs w:val="28"/>
          </w:rPr>
          <w:t>http://hcctc.cyc.org.tw/download</w:t>
        </w:r>
      </w:hyperlink>
    </w:p>
    <w:p w14:paraId="420C40D6" w14:textId="77777777" w:rsidR="00477B35" w:rsidRDefault="00DD6976" w:rsidP="00477B35">
      <w:pPr>
        <w:spacing w:line="480" w:lineRule="exact"/>
        <w:ind w:leftChars="118" w:left="3049" w:rightChars="-355" w:right="-852" w:hangingChars="988" w:hanging="2766"/>
        <w:rPr>
          <w:rFonts w:ascii="標楷體" w:hAnsi="標楷體"/>
          <w:sz w:val="32"/>
          <w:szCs w:val="32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四</w:t>
      </w:r>
      <w:r w:rsidRPr="008F21D6">
        <w:rPr>
          <w:sz w:val="28"/>
          <w:szCs w:val="28"/>
        </w:rPr>
        <w:t>）</w:t>
      </w:r>
      <w:r w:rsidRPr="00430948">
        <w:rPr>
          <w:rFonts w:ascii="標楷體" w:hAnsi="標楷體"/>
          <w:sz w:val="32"/>
          <w:szCs w:val="32"/>
        </w:rPr>
        <w:t>活動承辦人：</w:t>
      </w:r>
      <w:r>
        <w:rPr>
          <w:rFonts w:ascii="標楷體" w:hAnsi="標楷體" w:hint="eastAsia"/>
          <w:sz w:val="32"/>
          <w:szCs w:val="32"/>
        </w:rPr>
        <w:t>葉曉璉小姐</w:t>
      </w:r>
      <w:r w:rsidRPr="00430948">
        <w:rPr>
          <w:rFonts w:ascii="標楷體" w:hAnsi="標楷體"/>
          <w:sz w:val="32"/>
          <w:szCs w:val="32"/>
        </w:rPr>
        <w:t>，電話：5153383轉</w:t>
      </w:r>
      <w:r>
        <w:rPr>
          <w:rFonts w:ascii="標楷體" w:hAnsi="標楷體"/>
          <w:sz w:val="32"/>
          <w:szCs w:val="32"/>
        </w:rPr>
        <w:t>32</w:t>
      </w:r>
      <w:r w:rsidRPr="00430948">
        <w:rPr>
          <w:rFonts w:ascii="標楷體" w:hAnsi="標楷體" w:hint="eastAsia"/>
          <w:sz w:val="32"/>
          <w:szCs w:val="32"/>
        </w:rPr>
        <w:t>；</w:t>
      </w:r>
    </w:p>
    <w:p w14:paraId="6B202E80" w14:textId="77777777" w:rsidR="00DD6976" w:rsidRPr="00DD6976" w:rsidRDefault="00DD6976" w:rsidP="00477B35">
      <w:pPr>
        <w:spacing w:line="480" w:lineRule="exact"/>
        <w:ind w:leftChars="1299" w:left="3441" w:rightChars="-355" w:right="-852" w:hangingChars="101" w:hanging="323"/>
        <w:rPr>
          <w:sz w:val="28"/>
          <w:szCs w:val="28"/>
        </w:rPr>
      </w:pPr>
      <w:r w:rsidRPr="00430948">
        <w:rPr>
          <w:rFonts w:ascii="標楷體" w:hAnsi="標楷體" w:hint="eastAsia"/>
          <w:sz w:val="32"/>
          <w:szCs w:val="32"/>
        </w:rPr>
        <w:t>E-MAIL：</w:t>
      </w:r>
      <w:r>
        <w:rPr>
          <w:rFonts w:ascii="標楷體" w:hAnsi="標楷體"/>
          <w:sz w:val="32"/>
          <w:szCs w:val="32"/>
        </w:rPr>
        <w:t>100302</w:t>
      </w:r>
      <w:r w:rsidRPr="00430948">
        <w:rPr>
          <w:rFonts w:ascii="標楷體" w:hAnsi="標楷體" w:hint="eastAsia"/>
          <w:sz w:val="32"/>
          <w:szCs w:val="32"/>
        </w:rPr>
        <w:t>@cyc.tw</w:t>
      </w:r>
    </w:p>
    <w:p w14:paraId="4CA4DFC2" w14:textId="54B3FFD7" w:rsidR="00F41AF8" w:rsidRDefault="00F41AF8" w:rsidP="00F41AF8">
      <w:pPr>
        <w:spacing w:line="480" w:lineRule="exact"/>
        <w:ind w:leftChars="-177" w:left="-425" w:rightChars="-355" w:right="-852" w:firstLineChars="310" w:firstLine="868"/>
        <w:rPr>
          <w:rFonts w:ascii="標楷體" w:hAnsi="標楷體"/>
          <w:sz w:val="28"/>
          <w:szCs w:val="28"/>
        </w:rPr>
      </w:pPr>
    </w:p>
    <w:p w14:paraId="186ACAC0" w14:textId="53F0F3F4" w:rsidR="00363397" w:rsidRDefault="00363397" w:rsidP="00F41AF8">
      <w:pPr>
        <w:spacing w:line="480" w:lineRule="exact"/>
        <w:ind w:leftChars="-177" w:left="-425" w:rightChars="-355" w:right="-852" w:firstLineChars="310" w:firstLine="868"/>
        <w:rPr>
          <w:rFonts w:ascii="標楷體" w:hAnsi="標楷體"/>
          <w:sz w:val="28"/>
          <w:szCs w:val="28"/>
        </w:rPr>
      </w:pPr>
    </w:p>
    <w:p w14:paraId="5DCBA710" w14:textId="68D4FF54" w:rsidR="00363397" w:rsidRDefault="00363397" w:rsidP="00F41AF8">
      <w:pPr>
        <w:spacing w:line="480" w:lineRule="exact"/>
        <w:ind w:leftChars="-177" w:left="-425" w:rightChars="-355" w:right="-852" w:firstLineChars="310" w:firstLine="868"/>
        <w:rPr>
          <w:rFonts w:ascii="標楷體" w:hAnsi="標楷體"/>
          <w:sz w:val="28"/>
          <w:szCs w:val="28"/>
        </w:rPr>
      </w:pPr>
    </w:p>
    <w:p w14:paraId="4E5436A5" w14:textId="77777777" w:rsidR="00363397" w:rsidRPr="00477B35" w:rsidRDefault="00363397" w:rsidP="00F41AF8">
      <w:pPr>
        <w:spacing w:line="480" w:lineRule="exact"/>
        <w:ind w:leftChars="-177" w:left="-425" w:rightChars="-355" w:right="-852" w:firstLineChars="310" w:firstLine="868"/>
        <w:rPr>
          <w:rFonts w:ascii="標楷體" w:hAnsi="標楷體" w:hint="eastAsia"/>
          <w:sz w:val="28"/>
          <w:szCs w:val="28"/>
        </w:rPr>
      </w:pPr>
    </w:p>
    <w:p w14:paraId="6C28E7AC" w14:textId="77777777" w:rsidR="008B716D" w:rsidRDefault="008B716D" w:rsidP="000D3D73">
      <w:pPr>
        <w:spacing w:after="240"/>
        <w:rPr>
          <w:rFonts w:ascii="標楷體"/>
        </w:rPr>
      </w:pPr>
      <w:r>
        <w:rPr>
          <w:rFonts w:ascii="標楷體" w:hint="eastAsia"/>
        </w:rPr>
        <w:lastRenderedPageBreak/>
        <w:t>附件一</w:t>
      </w:r>
    </w:p>
    <w:tbl>
      <w:tblPr>
        <w:tblW w:w="50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9"/>
        <w:gridCol w:w="2394"/>
        <w:gridCol w:w="703"/>
        <w:gridCol w:w="1126"/>
        <w:gridCol w:w="705"/>
        <w:gridCol w:w="1000"/>
        <w:gridCol w:w="2412"/>
      </w:tblGrid>
      <w:tr w:rsidR="008B716D" w:rsidRPr="008F21D6" w14:paraId="2D080FA0" w14:textId="77777777" w:rsidTr="00836AA1">
        <w:trPr>
          <w:cantSplit/>
        </w:trPr>
        <w:tc>
          <w:tcPr>
            <w:tcW w:w="5000" w:type="pct"/>
            <w:gridSpan w:val="7"/>
          </w:tcPr>
          <w:p w14:paraId="784C9549" w14:textId="21C92CA3" w:rsidR="008B716D" w:rsidRPr="008F21D6" w:rsidRDefault="00D31AFB" w:rsidP="00F3075D">
            <w:pPr>
              <w:jc w:val="center"/>
              <w:rPr>
                <w:b/>
                <w:sz w:val="28"/>
                <w:szCs w:val="28"/>
              </w:rPr>
            </w:pPr>
            <w:r w:rsidRPr="008F21D6">
              <w:rPr>
                <w:b/>
                <w:sz w:val="36"/>
                <w:szCs w:val="36"/>
              </w:rPr>
              <w:t>慶祝</w:t>
            </w:r>
            <w:r w:rsidR="00B93B0F" w:rsidRPr="008F21D6">
              <w:rPr>
                <w:b/>
                <w:sz w:val="36"/>
                <w:szCs w:val="36"/>
              </w:rPr>
              <w:t>1</w:t>
            </w:r>
            <w:r w:rsidR="007362C2">
              <w:rPr>
                <w:rFonts w:hint="eastAsia"/>
                <w:b/>
                <w:sz w:val="36"/>
                <w:szCs w:val="36"/>
              </w:rPr>
              <w:t>1</w:t>
            </w:r>
            <w:r w:rsidR="006C1EE2">
              <w:rPr>
                <w:rFonts w:hint="eastAsia"/>
                <w:b/>
                <w:sz w:val="36"/>
                <w:szCs w:val="36"/>
              </w:rPr>
              <w:t>3</w:t>
            </w:r>
            <w:r w:rsidR="00B93B0F" w:rsidRPr="008F21D6">
              <w:rPr>
                <w:b/>
                <w:sz w:val="36"/>
                <w:szCs w:val="36"/>
              </w:rPr>
              <w:t>年青年節新竹地區學校優秀青年</w:t>
            </w:r>
            <w:r w:rsidRPr="008F21D6">
              <w:rPr>
                <w:b/>
                <w:sz w:val="36"/>
                <w:szCs w:val="36"/>
              </w:rPr>
              <w:t>表揚</w:t>
            </w:r>
            <w:r w:rsidR="00B93B0F">
              <w:rPr>
                <w:rFonts w:hint="eastAsia"/>
                <w:b/>
                <w:sz w:val="36"/>
                <w:szCs w:val="36"/>
              </w:rPr>
              <w:t>推薦表</w:t>
            </w:r>
          </w:p>
        </w:tc>
      </w:tr>
      <w:tr w:rsidR="00DE33AA" w:rsidRPr="00636B64" w14:paraId="2900AADE" w14:textId="77777777" w:rsidTr="00C51415">
        <w:trPr>
          <w:cantSplit/>
          <w:trHeight w:val="890"/>
        </w:trPr>
        <w:tc>
          <w:tcPr>
            <w:tcW w:w="705" w:type="pct"/>
            <w:vAlign w:val="center"/>
          </w:tcPr>
          <w:p w14:paraId="294C3B94" w14:textId="77777777" w:rsidR="00DE33AA" w:rsidRPr="00636B64" w:rsidRDefault="00DE33AA" w:rsidP="00554460">
            <w:pPr>
              <w:jc w:val="distribute"/>
              <w:rPr>
                <w:rFonts w:ascii="標楷體"/>
                <w:sz w:val="28"/>
                <w:szCs w:val="28"/>
              </w:rPr>
            </w:pPr>
            <w:r w:rsidRPr="00636B64">
              <w:rPr>
                <w:rFonts w:ascii="標楷體" w:hint="eastAsia"/>
                <w:sz w:val="28"/>
                <w:szCs w:val="28"/>
              </w:rPr>
              <w:t>姓</w:t>
            </w:r>
            <w:r>
              <w:rPr>
                <w:rFonts w:ascii="標楷體" w:hint="eastAsia"/>
                <w:sz w:val="28"/>
                <w:szCs w:val="28"/>
              </w:rPr>
              <w:t xml:space="preserve"> </w:t>
            </w:r>
            <w:r w:rsidRPr="00636B64">
              <w:rPr>
                <w:rFonts w:ascii="標楷體" w:hint="eastAsia"/>
                <w:sz w:val="28"/>
                <w:szCs w:val="28"/>
              </w:rPr>
              <w:t>名</w:t>
            </w:r>
          </w:p>
        </w:tc>
        <w:tc>
          <w:tcPr>
            <w:tcW w:w="1233" w:type="pct"/>
            <w:vAlign w:val="center"/>
          </w:tcPr>
          <w:p w14:paraId="6C96570F" w14:textId="3DC229CE" w:rsidR="00DE33AA" w:rsidRPr="007D7B3E" w:rsidRDefault="00DE33AA" w:rsidP="002048B1">
            <w:pPr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362" w:type="pct"/>
            <w:vAlign w:val="center"/>
          </w:tcPr>
          <w:p w14:paraId="5E96C06D" w14:textId="77777777" w:rsidR="00DE33AA" w:rsidRPr="007D7B3E" w:rsidRDefault="00DE33AA" w:rsidP="00DA63A2">
            <w:pPr>
              <w:jc w:val="distribute"/>
              <w:rPr>
                <w:rFonts w:ascii="標楷體" w:hAnsi="標楷體"/>
                <w:sz w:val="28"/>
                <w:szCs w:val="28"/>
              </w:rPr>
            </w:pPr>
            <w:r w:rsidRPr="007D7B3E">
              <w:rPr>
                <w:rFonts w:ascii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580" w:type="pct"/>
            <w:vAlign w:val="center"/>
          </w:tcPr>
          <w:p w14:paraId="5860F7AD" w14:textId="023C0091" w:rsidR="00DE33AA" w:rsidRPr="007D7B3E" w:rsidRDefault="00DE33AA" w:rsidP="002048B1">
            <w:pPr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363" w:type="pct"/>
            <w:vAlign w:val="center"/>
          </w:tcPr>
          <w:p w14:paraId="1B0A9F23" w14:textId="77777777" w:rsidR="00DE33AA" w:rsidRPr="007D7B3E" w:rsidRDefault="00DE33AA" w:rsidP="00DA63A2">
            <w:pPr>
              <w:jc w:val="distribute"/>
              <w:rPr>
                <w:rFonts w:ascii="標楷體" w:hAnsi="標楷體"/>
                <w:sz w:val="28"/>
                <w:szCs w:val="28"/>
              </w:rPr>
            </w:pPr>
            <w:r w:rsidRPr="007D7B3E">
              <w:rPr>
                <w:rFonts w:ascii="標楷體" w:hAnsi="標楷體" w:hint="eastAsia"/>
                <w:sz w:val="28"/>
                <w:szCs w:val="28"/>
              </w:rPr>
              <w:t>年級</w:t>
            </w:r>
          </w:p>
        </w:tc>
        <w:tc>
          <w:tcPr>
            <w:tcW w:w="515" w:type="pct"/>
            <w:vAlign w:val="center"/>
          </w:tcPr>
          <w:p w14:paraId="0187BBCA" w14:textId="52EE5C78" w:rsidR="00DE33AA" w:rsidRPr="007D7B3E" w:rsidRDefault="00DE33AA" w:rsidP="002048B1">
            <w:pPr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242" w:type="pct"/>
            <w:vMerge w:val="restart"/>
            <w:vAlign w:val="center"/>
          </w:tcPr>
          <w:p w14:paraId="4F3BDF17" w14:textId="438B4D4D" w:rsidR="007D7B3E" w:rsidRPr="007D7B3E" w:rsidRDefault="007D7B3E" w:rsidP="007D7B3E">
            <w:pPr>
              <w:jc w:val="center"/>
              <w:rPr>
                <w:rFonts w:ascii="標楷體" w:hAnsi="標楷體"/>
                <w:color w:val="A6A6A6"/>
                <w:sz w:val="28"/>
                <w:szCs w:val="28"/>
              </w:rPr>
            </w:pPr>
          </w:p>
          <w:p w14:paraId="46EA63BA" w14:textId="5BAC809B" w:rsidR="002D6C88" w:rsidRPr="007D7B3E" w:rsidRDefault="002D6C88" w:rsidP="0077427F">
            <w:pPr>
              <w:jc w:val="center"/>
              <w:rPr>
                <w:rFonts w:ascii="標楷體" w:hAnsi="標楷體"/>
                <w:color w:val="A6A6A6"/>
                <w:sz w:val="28"/>
                <w:szCs w:val="28"/>
              </w:rPr>
            </w:pPr>
          </w:p>
        </w:tc>
      </w:tr>
      <w:tr w:rsidR="00DE33AA" w:rsidRPr="00636B64" w14:paraId="775B0B22" w14:textId="77777777" w:rsidTr="006C1EE2">
        <w:trPr>
          <w:cantSplit/>
          <w:trHeight w:val="890"/>
        </w:trPr>
        <w:tc>
          <w:tcPr>
            <w:tcW w:w="705" w:type="pct"/>
            <w:vAlign w:val="center"/>
          </w:tcPr>
          <w:p w14:paraId="19A7C764" w14:textId="77777777" w:rsidR="00DE33AA" w:rsidRPr="00554460" w:rsidRDefault="00DE33AA" w:rsidP="00554460">
            <w:pPr>
              <w:jc w:val="distribute"/>
              <w:rPr>
                <w:rFonts w:ascii="標楷體"/>
                <w:spacing w:val="-24"/>
                <w:sz w:val="28"/>
                <w:szCs w:val="28"/>
              </w:rPr>
            </w:pPr>
            <w:r w:rsidRPr="00554460">
              <w:rPr>
                <w:rFonts w:ascii="標楷體" w:hint="eastAsia"/>
                <w:spacing w:val="-24"/>
                <w:sz w:val="28"/>
                <w:szCs w:val="28"/>
              </w:rPr>
              <w:t>通訊地址</w:t>
            </w:r>
          </w:p>
        </w:tc>
        <w:tc>
          <w:tcPr>
            <w:tcW w:w="3053" w:type="pct"/>
            <w:gridSpan w:val="5"/>
          </w:tcPr>
          <w:p w14:paraId="14C9A165" w14:textId="06583D80" w:rsidR="006C1EE2" w:rsidRPr="007D7B3E" w:rsidRDefault="006C1EE2" w:rsidP="006C1EE2">
            <w:pPr>
              <w:rPr>
                <w:rFonts w:ascii="標楷體" w:hAnsi="標楷體"/>
                <w:sz w:val="28"/>
                <w:szCs w:val="28"/>
              </w:rPr>
            </w:pPr>
            <w:r w:rsidRPr="007D7B3E">
              <w:rPr>
                <w:rFonts w:ascii="標楷體" w:hAnsi="標楷體"/>
                <w:sz w:val="28"/>
                <w:szCs w:val="28"/>
              </w:rPr>
              <w:t xml:space="preserve"> </w:t>
            </w:r>
          </w:p>
          <w:p w14:paraId="0B7E86A6" w14:textId="5CCA8D57" w:rsidR="00490A00" w:rsidRPr="007D7B3E" w:rsidRDefault="00490A00" w:rsidP="00DE33AA">
            <w:pPr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242" w:type="pct"/>
            <w:vMerge/>
          </w:tcPr>
          <w:p w14:paraId="1000521E" w14:textId="77777777" w:rsidR="00DE33AA" w:rsidRPr="007D7B3E" w:rsidRDefault="00DE33AA" w:rsidP="00DA63A2">
            <w:pPr>
              <w:jc w:val="distribute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5268CC" w:rsidRPr="00636B64" w14:paraId="7135FE86" w14:textId="77777777" w:rsidTr="006C1EE2">
        <w:trPr>
          <w:cantSplit/>
          <w:trHeight w:val="890"/>
        </w:trPr>
        <w:tc>
          <w:tcPr>
            <w:tcW w:w="705" w:type="pct"/>
            <w:vAlign w:val="center"/>
          </w:tcPr>
          <w:p w14:paraId="7AC70711" w14:textId="77777777" w:rsidR="005268CC" w:rsidRPr="00554460" w:rsidRDefault="005268CC" w:rsidP="00554460">
            <w:pPr>
              <w:jc w:val="distribute"/>
              <w:rPr>
                <w:rFonts w:ascii="標楷體"/>
                <w:spacing w:val="-24"/>
                <w:sz w:val="28"/>
                <w:szCs w:val="28"/>
              </w:rPr>
            </w:pPr>
            <w:r>
              <w:rPr>
                <w:rFonts w:ascii="標楷體" w:hAnsi="標楷體" w:hint="eastAsia"/>
                <w:sz w:val="28"/>
              </w:rPr>
              <w:t>E-MAIL</w:t>
            </w:r>
          </w:p>
        </w:tc>
        <w:tc>
          <w:tcPr>
            <w:tcW w:w="3053" w:type="pct"/>
            <w:gridSpan w:val="5"/>
          </w:tcPr>
          <w:p w14:paraId="406710C9" w14:textId="1D5E3E5E" w:rsidR="005268CC" w:rsidRPr="007D7B3E" w:rsidRDefault="005268CC" w:rsidP="00DE33AA">
            <w:pPr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242" w:type="pct"/>
            <w:vMerge/>
          </w:tcPr>
          <w:p w14:paraId="4CFBC15E" w14:textId="77777777" w:rsidR="005268CC" w:rsidRPr="007D7B3E" w:rsidRDefault="005268CC" w:rsidP="00DA63A2">
            <w:pPr>
              <w:jc w:val="distribute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DE33AA" w:rsidRPr="00636B64" w14:paraId="5D19A67C" w14:textId="77777777" w:rsidTr="006C1EE2">
        <w:trPr>
          <w:cantSplit/>
          <w:trHeight w:val="890"/>
        </w:trPr>
        <w:tc>
          <w:tcPr>
            <w:tcW w:w="705" w:type="pct"/>
            <w:vAlign w:val="center"/>
          </w:tcPr>
          <w:p w14:paraId="3F72508B" w14:textId="77777777" w:rsidR="00554460" w:rsidRPr="00554460" w:rsidRDefault="00554460" w:rsidP="00554460">
            <w:pPr>
              <w:jc w:val="distribute"/>
              <w:rPr>
                <w:rFonts w:ascii="標楷體"/>
                <w:spacing w:val="-24"/>
                <w:sz w:val="28"/>
                <w:szCs w:val="28"/>
              </w:rPr>
            </w:pPr>
            <w:r w:rsidRPr="00554460">
              <w:rPr>
                <w:rFonts w:ascii="標楷體" w:hint="eastAsia"/>
                <w:spacing w:val="-24"/>
                <w:sz w:val="28"/>
                <w:szCs w:val="28"/>
              </w:rPr>
              <w:t>聯絡電話</w:t>
            </w:r>
          </w:p>
          <w:p w14:paraId="1F88B3B3" w14:textId="77777777" w:rsidR="00DE33AA" w:rsidRPr="00636B64" w:rsidRDefault="00554460" w:rsidP="00554460">
            <w:pPr>
              <w:jc w:val="distribute"/>
              <w:rPr>
                <w:rFonts w:ascii="標楷體"/>
                <w:sz w:val="28"/>
                <w:szCs w:val="28"/>
              </w:rPr>
            </w:pPr>
            <w:r>
              <w:rPr>
                <w:rFonts w:ascii="標楷體" w:hint="eastAsia"/>
                <w:sz w:val="28"/>
                <w:szCs w:val="28"/>
              </w:rPr>
              <w:t>及手機</w:t>
            </w:r>
          </w:p>
        </w:tc>
        <w:tc>
          <w:tcPr>
            <w:tcW w:w="3053" w:type="pct"/>
            <w:gridSpan w:val="5"/>
          </w:tcPr>
          <w:p w14:paraId="5A628D47" w14:textId="469E9F15" w:rsidR="007D7B3E" w:rsidRPr="007D7B3E" w:rsidRDefault="007D7B3E" w:rsidP="00DE33AA">
            <w:pPr>
              <w:rPr>
                <w:rFonts w:ascii="標楷體" w:hAnsi="標楷體"/>
                <w:sz w:val="28"/>
                <w:szCs w:val="28"/>
              </w:rPr>
            </w:pPr>
          </w:p>
        </w:tc>
        <w:tc>
          <w:tcPr>
            <w:tcW w:w="1242" w:type="pct"/>
            <w:vMerge/>
          </w:tcPr>
          <w:p w14:paraId="11D2BFED" w14:textId="77777777" w:rsidR="00DE33AA" w:rsidRPr="007D7B3E" w:rsidRDefault="00DE33AA" w:rsidP="00DA63A2">
            <w:pPr>
              <w:jc w:val="distribute"/>
              <w:rPr>
                <w:rFonts w:ascii="標楷體" w:hAnsi="標楷體"/>
                <w:sz w:val="28"/>
                <w:szCs w:val="28"/>
              </w:rPr>
            </w:pPr>
          </w:p>
        </w:tc>
      </w:tr>
      <w:tr w:rsidR="00DE33AA" w:rsidRPr="00636B64" w14:paraId="7FFEE8B5" w14:textId="77777777" w:rsidTr="006C1EE2">
        <w:trPr>
          <w:cantSplit/>
          <w:trHeight w:val="1224"/>
        </w:trPr>
        <w:tc>
          <w:tcPr>
            <w:tcW w:w="705" w:type="pct"/>
            <w:vAlign w:val="center"/>
          </w:tcPr>
          <w:p w14:paraId="3C14D683" w14:textId="77777777" w:rsidR="00DE33AA" w:rsidRPr="00D84C1E" w:rsidRDefault="00DE33AA" w:rsidP="00D84C1E">
            <w:pPr>
              <w:jc w:val="distribute"/>
              <w:rPr>
                <w:rFonts w:ascii="標楷體"/>
                <w:spacing w:val="-22"/>
                <w:sz w:val="28"/>
                <w:szCs w:val="28"/>
              </w:rPr>
            </w:pPr>
            <w:r w:rsidRPr="00554460">
              <w:rPr>
                <w:rFonts w:ascii="標楷體" w:hint="eastAsia"/>
                <w:spacing w:val="-22"/>
                <w:sz w:val="28"/>
                <w:szCs w:val="28"/>
              </w:rPr>
              <w:t>社團</w:t>
            </w:r>
            <w:r w:rsidR="00D84C1E">
              <w:rPr>
                <w:rFonts w:ascii="標楷體" w:hint="eastAsia"/>
                <w:spacing w:val="-22"/>
                <w:sz w:val="28"/>
                <w:szCs w:val="28"/>
              </w:rPr>
              <w:t>經歷</w:t>
            </w:r>
          </w:p>
        </w:tc>
        <w:tc>
          <w:tcPr>
            <w:tcW w:w="4295" w:type="pct"/>
            <w:gridSpan w:val="6"/>
          </w:tcPr>
          <w:p w14:paraId="067635E9" w14:textId="4E49C6E3" w:rsidR="00DE33AA" w:rsidRPr="007D7B3E" w:rsidRDefault="00DE33AA" w:rsidP="007D7B3E">
            <w:pPr>
              <w:pStyle w:val="Web"/>
              <w:spacing w:before="0" w:beforeAutospacing="0" w:after="0" w:afterAutospacing="0"/>
              <w:rPr>
                <w:rFonts w:ascii="標楷體" w:eastAsia="標楷體" w:hAnsi="標楷體"/>
              </w:rPr>
            </w:pPr>
          </w:p>
        </w:tc>
      </w:tr>
      <w:tr w:rsidR="00D84C1E" w:rsidRPr="00636B64" w14:paraId="7532A8F9" w14:textId="77777777" w:rsidTr="006C1EE2">
        <w:trPr>
          <w:cantSplit/>
          <w:trHeight w:val="983"/>
        </w:trPr>
        <w:tc>
          <w:tcPr>
            <w:tcW w:w="705" w:type="pct"/>
            <w:vAlign w:val="center"/>
          </w:tcPr>
          <w:p w14:paraId="71326961" w14:textId="77777777" w:rsidR="00D84C1E" w:rsidRPr="00554460" w:rsidRDefault="00D84C1E" w:rsidP="00554460">
            <w:pPr>
              <w:jc w:val="distribute"/>
              <w:rPr>
                <w:rFonts w:ascii="標楷體"/>
                <w:spacing w:val="-22"/>
                <w:sz w:val="28"/>
                <w:szCs w:val="28"/>
              </w:rPr>
            </w:pPr>
            <w:r w:rsidRPr="00636B64">
              <w:rPr>
                <w:rFonts w:ascii="標楷體" w:hint="eastAsia"/>
                <w:sz w:val="28"/>
                <w:szCs w:val="28"/>
              </w:rPr>
              <w:t>專長</w:t>
            </w:r>
          </w:p>
        </w:tc>
        <w:tc>
          <w:tcPr>
            <w:tcW w:w="4295" w:type="pct"/>
            <w:gridSpan w:val="6"/>
          </w:tcPr>
          <w:p w14:paraId="3601915F" w14:textId="53AD7EC8" w:rsidR="00D84C1E" w:rsidRPr="004618A4" w:rsidRDefault="00D84C1E" w:rsidP="002048B1">
            <w:pPr>
              <w:rPr>
                <w:rFonts w:ascii="標楷體"/>
                <w:sz w:val="28"/>
                <w:szCs w:val="28"/>
              </w:rPr>
            </w:pPr>
          </w:p>
        </w:tc>
      </w:tr>
      <w:tr w:rsidR="00836AA1" w:rsidRPr="00636B64" w14:paraId="4C140869" w14:textId="77777777" w:rsidTr="000D3D73">
        <w:trPr>
          <w:cantSplit/>
          <w:trHeight w:val="6735"/>
        </w:trPr>
        <w:tc>
          <w:tcPr>
            <w:tcW w:w="705" w:type="pct"/>
            <w:vAlign w:val="center"/>
          </w:tcPr>
          <w:p w14:paraId="4A3803F0" w14:textId="77777777" w:rsidR="00836AA1" w:rsidRPr="00636B64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  <w:r w:rsidRPr="00636B64">
              <w:rPr>
                <w:rFonts w:ascii="標楷體" w:hint="eastAsia"/>
                <w:sz w:val="28"/>
                <w:szCs w:val="28"/>
              </w:rPr>
              <w:t>具</w:t>
            </w:r>
          </w:p>
          <w:p w14:paraId="61FBEB3F" w14:textId="77777777" w:rsidR="00836AA1" w:rsidRPr="00636B64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</w:p>
          <w:p w14:paraId="187CC0A8" w14:textId="77777777" w:rsidR="00836AA1" w:rsidRPr="00636B64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  <w:r w:rsidRPr="00636B64">
              <w:rPr>
                <w:rFonts w:ascii="標楷體" w:hint="eastAsia"/>
                <w:sz w:val="28"/>
                <w:szCs w:val="28"/>
              </w:rPr>
              <w:t>體</w:t>
            </w:r>
          </w:p>
          <w:p w14:paraId="04F7AEAC" w14:textId="77777777" w:rsidR="00836AA1" w:rsidRPr="00636B64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</w:p>
          <w:p w14:paraId="2CF4B475" w14:textId="77777777" w:rsidR="00836AA1" w:rsidRPr="00636B64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  <w:r w:rsidRPr="00636B64">
              <w:rPr>
                <w:rFonts w:ascii="標楷體" w:hint="eastAsia"/>
                <w:sz w:val="28"/>
                <w:szCs w:val="28"/>
              </w:rPr>
              <w:t>優</w:t>
            </w:r>
          </w:p>
          <w:p w14:paraId="42BBBA48" w14:textId="77777777" w:rsidR="00836AA1" w:rsidRPr="00636B64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</w:p>
          <w:p w14:paraId="36E62477" w14:textId="77777777" w:rsidR="00836AA1" w:rsidRPr="00636B64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  <w:r w:rsidRPr="00636B64">
              <w:rPr>
                <w:rFonts w:ascii="標楷體" w:hint="eastAsia"/>
                <w:sz w:val="28"/>
                <w:szCs w:val="28"/>
              </w:rPr>
              <w:t>良</w:t>
            </w:r>
          </w:p>
          <w:p w14:paraId="3611A792" w14:textId="77777777" w:rsidR="00836AA1" w:rsidRPr="00636B64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</w:p>
          <w:p w14:paraId="5E566AAC" w14:textId="77777777" w:rsidR="00836AA1" w:rsidRPr="00636B64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  <w:r w:rsidRPr="00636B64">
              <w:rPr>
                <w:rFonts w:ascii="標楷體" w:hint="eastAsia"/>
                <w:sz w:val="28"/>
                <w:szCs w:val="28"/>
              </w:rPr>
              <w:t>事</w:t>
            </w:r>
          </w:p>
          <w:p w14:paraId="34473222" w14:textId="77777777" w:rsidR="00836AA1" w:rsidRPr="00636B64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</w:p>
          <w:p w14:paraId="2A5B208A" w14:textId="77777777" w:rsidR="00836AA1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  <w:r w:rsidRPr="00636B64">
              <w:rPr>
                <w:rFonts w:ascii="標楷體" w:hint="eastAsia"/>
                <w:sz w:val="28"/>
                <w:szCs w:val="28"/>
              </w:rPr>
              <w:t>蹟</w:t>
            </w:r>
          </w:p>
          <w:p w14:paraId="04FC0DFA" w14:textId="77777777" w:rsidR="00836AA1" w:rsidRDefault="00836AA1" w:rsidP="00836AA1">
            <w:pPr>
              <w:jc w:val="distribute"/>
              <w:rPr>
                <w:rFonts w:ascii="標楷體"/>
                <w:sz w:val="28"/>
                <w:szCs w:val="28"/>
              </w:rPr>
            </w:pPr>
          </w:p>
          <w:p w14:paraId="03E909B9" w14:textId="53396D76" w:rsidR="00836AA1" w:rsidRPr="00636B64" w:rsidRDefault="00836AA1" w:rsidP="00DA63A2">
            <w:pPr>
              <w:jc w:val="distribute"/>
              <w:rPr>
                <w:rFonts w:ascii="標楷體"/>
                <w:sz w:val="28"/>
                <w:szCs w:val="28"/>
              </w:rPr>
            </w:pPr>
            <w:r w:rsidRPr="009460BC">
              <w:rPr>
                <w:rFonts w:ascii="標楷體" w:hint="eastAsia"/>
                <w:sz w:val="20"/>
                <w:szCs w:val="28"/>
              </w:rPr>
              <w:t>(條列式)</w:t>
            </w:r>
          </w:p>
        </w:tc>
        <w:tc>
          <w:tcPr>
            <w:tcW w:w="4295" w:type="pct"/>
            <w:gridSpan w:val="6"/>
            <w:vAlign w:val="center"/>
          </w:tcPr>
          <w:p w14:paraId="1E26A852" w14:textId="61C58102" w:rsidR="000D3D73" w:rsidRPr="00AA5897" w:rsidRDefault="000D3D73" w:rsidP="00836AA1">
            <w:pPr>
              <w:widowControl/>
              <w:snapToGrid/>
              <w:rPr>
                <w:rFonts w:ascii="標楷體" w:hAnsi="標楷體" w:cs="Arial" w:hint="eastAsia"/>
                <w:color w:val="000000"/>
                <w:kern w:val="0"/>
                <w:szCs w:val="24"/>
              </w:rPr>
            </w:pPr>
          </w:p>
        </w:tc>
      </w:tr>
    </w:tbl>
    <w:p w14:paraId="65A3E0F9" w14:textId="35D3BD85" w:rsidR="00EC66FB" w:rsidRDefault="000D3D73" w:rsidP="000D3D73">
      <w:pPr>
        <w:spacing w:before="240"/>
        <w:ind w:leftChars="-295" w:left="-708" w:firstLineChars="250" w:firstLine="600"/>
      </w:pPr>
      <w:r>
        <w:rPr>
          <w:rFonts w:ascii="標楷體" w:hAnsi="標楷體" w:hint="eastAsia"/>
        </w:rPr>
        <w:t>※</w:t>
      </w:r>
      <w:r>
        <w:rPr>
          <w:rFonts w:hint="eastAsia"/>
        </w:rPr>
        <w:t>請於</w:t>
      </w:r>
      <w:r>
        <w:rPr>
          <w:rFonts w:hint="eastAsia"/>
        </w:rPr>
        <w:t>2/19(</w:t>
      </w:r>
      <w:r>
        <w:rPr>
          <w:rFonts w:hint="eastAsia"/>
        </w:rPr>
        <w:t>一</w:t>
      </w:r>
      <w:r>
        <w:rPr>
          <w:rFonts w:hint="eastAsia"/>
        </w:rPr>
        <w:t>)</w:t>
      </w:r>
      <w:r>
        <w:rPr>
          <w:rFonts w:hint="eastAsia"/>
        </w:rPr>
        <w:t>放學前繳交至學務處訓育組。</w:t>
      </w:r>
    </w:p>
    <w:sectPr w:rsidR="00EC66FB" w:rsidSect="00F41AF8">
      <w:pgSz w:w="11906" w:h="16838" w:code="9"/>
      <w:pgMar w:top="1134" w:right="1134" w:bottom="1134" w:left="1134" w:header="851" w:footer="992" w:gutter="0"/>
      <w:cols w:space="425"/>
      <w:docGrid w:type="lines" w:linePitch="5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2487C" w14:textId="77777777" w:rsidR="006170FA" w:rsidRDefault="006170FA">
      <w:r>
        <w:separator/>
      </w:r>
    </w:p>
  </w:endnote>
  <w:endnote w:type="continuationSeparator" w:id="0">
    <w:p w14:paraId="18634490" w14:textId="77777777" w:rsidR="006170FA" w:rsidRDefault="00617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3D7BC" w14:textId="77777777" w:rsidR="006170FA" w:rsidRDefault="006170FA">
      <w:r>
        <w:separator/>
      </w:r>
    </w:p>
  </w:footnote>
  <w:footnote w:type="continuationSeparator" w:id="0">
    <w:p w14:paraId="433CF5AA" w14:textId="77777777" w:rsidR="006170FA" w:rsidRDefault="00617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45AEC"/>
    <w:multiLevelType w:val="multilevel"/>
    <w:tmpl w:val="390A8436"/>
    <w:lvl w:ilvl="0">
      <w:start w:val="1"/>
      <w:numFmt w:val="taiwaneseCountingThousand"/>
      <w:suff w:val="space"/>
      <w:lvlText w:val="%1、"/>
      <w:lvlJc w:val="left"/>
      <w:pPr>
        <w:ind w:left="953" w:hanging="641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pStyle w:val="2"/>
      <w:suff w:val="nothing"/>
      <w:lvlText w:val="（%2）"/>
      <w:lvlJc w:val="left"/>
      <w:pPr>
        <w:ind w:left="1605" w:hanging="959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nothing"/>
      <w:lvlText w:val="%3、"/>
      <w:lvlJc w:val="left"/>
      <w:pPr>
        <w:ind w:left="1605" w:hanging="641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pStyle w:val="4"/>
      <w:suff w:val="nothing"/>
      <w:lvlText w:val="（%4）"/>
      <w:lvlJc w:val="left"/>
      <w:pPr>
        <w:ind w:left="2240" w:hanging="970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1A904B17"/>
    <w:multiLevelType w:val="hybridMultilevel"/>
    <w:tmpl w:val="A8CE661A"/>
    <w:lvl w:ilvl="0" w:tplc="FFFFFFFF">
      <w:start w:val="1"/>
      <w:numFmt w:val="taiwaneseCountingThousand"/>
      <w:lvlText w:val="%1、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140"/>
        </w:tabs>
        <w:ind w:left="114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20"/>
        </w:tabs>
        <w:ind w:left="162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00"/>
        </w:tabs>
        <w:ind w:left="210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580"/>
        </w:tabs>
        <w:ind w:left="258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060"/>
        </w:tabs>
        <w:ind w:left="306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540"/>
        </w:tabs>
        <w:ind w:left="354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020"/>
        </w:tabs>
        <w:ind w:left="402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480"/>
      </w:pPr>
    </w:lvl>
  </w:abstractNum>
  <w:abstractNum w:abstractNumId="2" w15:restartNumberingAfterBreak="0">
    <w:nsid w:val="2A054AE6"/>
    <w:multiLevelType w:val="multilevel"/>
    <w:tmpl w:val="2C262822"/>
    <w:lvl w:ilvl="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4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1293A43"/>
    <w:multiLevelType w:val="multilevel"/>
    <w:tmpl w:val="228CC204"/>
    <w:lvl w:ilvl="0">
      <w:start w:val="1"/>
      <w:numFmt w:val="taiwaneseCountingThousand"/>
      <w:suff w:val="space"/>
      <w:lvlText w:val="%1、"/>
      <w:lvlJc w:val="left"/>
      <w:pPr>
        <w:ind w:left="953" w:hanging="641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taiwaneseCountingThousand"/>
      <w:suff w:val="nothing"/>
      <w:lvlText w:val="（%2）"/>
      <w:lvlJc w:val="left"/>
      <w:pPr>
        <w:ind w:left="1605" w:hanging="959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suff w:val="nothing"/>
      <w:lvlText w:val="%3、"/>
      <w:lvlJc w:val="left"/>
      <w:pPr>
        <w:ind w:left="1605" w:hanging="641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FullWidth"/>
      <w:suff w:val="nothing"/>
      <w:lvlText w:val="（%4）"/>
      <w:lvlJc w:val="left"/>
      <w:pPr>
        <w:ind w:left="2240" w:hanging="970"/>
      </w:pPr>
      <w:rPr>
        <w:rFonts w:ascii="標楷體" w:eastAsia="標楷體" w:hint="eastAsia"/>
        <w:b w:val="0"/>
        <w:i w:val="0"/>
        <w:caps w:val="0"/>
        <w:strike w:val="0"/>
        <w:dstrike w:val="0"/>
        <w:vanish w:val="0"/>
        <w:color w:val="000000"/>
        <w:sz w:val="3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5847606D"/>
    <w:multiLevelType w:val="multilevel"/>
    <w:tmpl w:val="8F040DF0"/>
    <w:lvl w:ilvl="0">
      <w:start w:val="1"/>
      <w:numFmt w:val="taiwaneseCountingThousand"/>
      <w:pStyle w:val="a"/>
      <w:suff w:val="nothing"/>
      <w:lvlText w:val="%1、"/>
      <w:lvlJc w:val="left"/>
      <w:pPr>
        <w:ind w:left="953" w:hanging="641"/>
      </w:pPr>
      <w:rPr>
        <w:rFonts w:ascii="標楷體" w:eastAsia="標楷體" w:hint="eastAsia"/>
        <w:sz w:val="32"/>
      </w:rPr>
    </w:lvl>
    <w:lvl w:ilvl="1">
      <w:start w:val="1"/>
      <w:numFmt w:val="taiwaneseCountingThousand"/>
      <w:suff w:val="nothing"/>
      <w:lvlText w:val="（%2）"/>
      <w:lvlJc w:val="left"/>
      <w:pPr>
        <w:ind w:left="1605" w:hanging="959"/>
      </w:pPr>
      <w:rPr>
        <w:rFonts w:ascii="標楷體" w:eastAsia="標楷體" w:hint="eastAsia"/>
        <w:sz w:val="32"/>
      </w:rPr>
    </w:lvl>
    <w:lvl w:ilvl="2">
      <w:start w:val="1"/>
      <w:numFmt w:val="decimalFullWidth"/>
      <w:suff w:val="nothing"/>
      <w:lvlText w:val="%3、"/>
      <w:lvlJc w:val="left"/>
      <w:pPr>
        <w:ind w:left="1916" w:hanging="635"/>
      </w:pPr>
      <w:rPr>
        <w:rFonts w:ascii="標楷體" w:eastAsia="標楷體" w:hint="eastAsia"/>
        <w:sz w:val="32"/>
      </w:rPr>
    </w:lvl>
    <w:lvl w:ilvl="3">
      <w:start w:val="1"/>
      <w:numFmt w:val="decimalFullWidth"/>
      <w:suff w:val="nothing"/>
      <w:lvlText w:val="（%4）"/>
      <w:lvlJc w:val="left"/>
      <w:pPr>
        <w:ind w:left="2563" w:hanging="964"/>
      </w:pPr>
      <w:rPr>
        <w:rFonts w:hint="eastAsia"/>
      </w:rPr>
    </w:lvl>
    <w:lvl w:ilvl="4">
      <w:start w:val="1"/>
      <w:numFmt w:val="ideographTraditional"/>
      <w:suff w:val="nothing"/>
      <w:lvlText w:val="%5、"/>
      <w:lvlJc w:val="left"/>
      <w:pPr>
        <w:ind w:left="2880" w:hanging="635"/>
      </w:pPr>
      <w:rPr>
        <w:rFonts w:hint="eastAsia"/>
      </w:rPr>
    </w:lvl>
    <w:lvl w:ilvl="5">
      <w:start w:val="1"/>
      <w:numFmt w:val="ideographTraditional"/>
      <w:lvlText w:val="（%6）"/>
      <w:lvlJc w:val="left"/>
      <w:pPr>
        <w:tabs>
          <w:tab w:val="num" w:pos="3527"/>
        </w:tabs>
        <w:ind w:left="3527" w:hanging="975"/>
      </w:pPr>
      <w:rPr>
        <w:rFonts w:ascii="標楷體" w:eastAsia="標楷體" w:hint="eastAsia"/>
        <w:b w:val="0"/>
        <w:i w:val="0"/>
        <w:spacing w:val="0"/>
        <w:kern w:val="0"/>
        <w:position w:val="0"/>
        <w:sz w:val="32"/>
        <w:effect w:val="none"/>
      </w:rPr>
    </w:lvl>
    <w:lvl w:ilvl="6">
      <w:start w:val="1"/>
      <w:numFmt w:val="ideographZodiac"/>
      <w:lvlText w:val="%7、"/>
      <w:lvlJc w:val="left"/>
      <w:pPr>
        <w:tabs>
          <w:tab w:val="num" w:pos="3844"/>
        </w:tabs>
        <w:ind w:left="3844" w:hanging="646"/>
      </w:pPr>
      <w:rPr>
        <w:rFonts w:hint="eastAsia"/>
      </w:rPr>
    </w:lvl>
    <w:lvl w:ilvl="7">
      <w:start w:val="1"/>
      <w:numFmt w:val="ideographZodiac"/>
      <w:lvlText w:val="（%8）"/>
      <w:lvlJc w:val="left"/>
      <w:pPr>
        <w:tabs>
          <w:tab w:val="num" w:pos="4479"/>
        </w:tabs>
        <w:ind w:left="4479" w:hanging="964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27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ewDocFlag" w:val="93newdoc"/>
    <w:docVar w:name="SaveDraftToDoc" w:val="0"/>
    <w:docVar w:name="SaveStatus" w:val="0"/>
  </w:docVars>
  <w:rsids>
    <w:rsidRoot w:val="00453462"/>
    <w:rsid w:val="000009E9"/>
    <w:rsid w:val="00015BC3"/>
    <w:rsid w:val="00022A7F"/>
    <w:rsid w:val="00024A00"/>
    <w:rsid w:val="00031CF5"/>
    <w:rsid w:val="000365D2"/>
    <w:rsid w:val="000454C7"/>
    <w:rsid w:val="00067110"/>
    <w:rsid w:val="00070A5D"/>
    <w:rsid w:val="00070FA2"/>
    <w:rsid w:val="000947C6"/>
    <w:rsid w:val="000A39AD"/>
    <w:rsid w:val="000D3D73"/>
    <w:rsid w:val="000E67A0"/>
    <w:rsid w:val="000E68C6"/>
    <w:rsid w:val="000E79E9"/>
    <w:rsid w:val="000F2D35"/>
    <w:rsid w:val="00101BCD"/>
    <w:rsid w:val="0010393C"/>
    <w:rsid w:val="00103EAE"/>
    <w:rsid w:val="00117A22"/>
    <w:rsid w:val="0012127B"/>
    <w:rsid w:val="00126119"/>
    <w:rsid w:val="00156E2B"/>
    <w:rsid w:val="00160ED4"/>
    <w:rsid w:val="0016386A"/>
    <w:rsid w:val="001857DE"/>
    <w:rsid w:val="00187B7E"/>
    <w:rsid w:val="00190887"/>
    <w:rsid w:val="0019121E"/>
    <w:rsid w:val="0019171D"/>
    <w:rsid w:val="00194316"/>
    <w:rsid w:val="0019691E"/>
    <w:rsid w:val="001D511A"/>
    <w:rsid w:val="001F01E4"/>
    <w:rsid w:val="00203195"/>
    <w:rsid w:val="002048B1"/>
    <w:rsid w:val="00212A74"/>
    <w:rsid w:val="002270D0"/>
    <w:rsid w:val="00234A46"/>
    <w:rsid w:val="002355D2"/>
    <w:rsid w:val="002564ED"/>
    <w:rsid w:val="00256E6B"/>
    <w:rsid w:val="0026073E"/>
    <w:rsid w:val="00263920"/>
    <w:rsid w:val="00281607"/>
    <w:rsid w:val="00291FE3"/>
    <w:rsid w:val="002A0652"/>
    <w:rsid w:val="002A14CF"/>
    <w:rsid w:val="002A272D"/>
    <w:rsid w:val="002C4A87"/>
    <w:rsid w:val="002D6C88"/>
    <w:rsid w:val="002E6809"/>
    <w:rsid w:val="002E7300"/>
    <w:rsid w:val="0030799B"/>
    <w:rsid w:val="00312FD8"/>
    <w:rsid w:val="00317479"/>
    <w:rsid w:val="0032311E"/>
    <w:rsid w:val="0034066B"/>
    <w:rsid w:val="00363397"/>
    <w:rsid w:val="003651F9"/>
    <w:rsid w:val="00365BE0"/>
    <w:rsid w:val="00384D9D"/>
    <w:rsid w:val="00387796"/>
    <w:rsid w:val="003B152E"/>
    <w:rsid w:val="003B2803"/>
    <w:rsid w:val="003B63AB"/>
    <w:rsid w:val="003B7AA3"/>
    <w:rsid w:val="003D72EC"/>
    <w:rsid w:val="003E3C86"/>
    <w:rsid w:val="003F2B8C"/>
    <w:rsid w:val="00403033"/>
    <w:rsid w:val="00405220"/>
    <w:rsid w:val="00416928"/>
    <w:rsid w:val="00421DCE"/>
    <w:rsid w:val="00424206"/>
    <w:rsid w:val="00424828"/>
    <w:rsid w:val="004277AA"/>
    <w:rsid w:val="00434BCD"/>
    <w:rsid w:val="0043505F"/>
    <w:rsid w:val="00451C3D"/>
    <w:rsid w:val="00453462"/>
    <w:rsid w:val="004618A4"/>
    <w:rsid w:val="0046493C"/>
    <w:rsid w:val="004667DB"/>
    <w:rsid w:val="004732D6"/>
    <w:rsid w:val="004743E0"/>
    <w:rsid w:val="00474699"/>
    <w:rsid w:val="00477B35"/>
    <w:rsid w:val="00490A00"/>
    <w:rsid w:val="00494311"/>
    <w:rsid w:val="00494B3E"/>
    <w:rsid w:val="004B2424"/>
    <w:rsid w:val="004B5D0F"/>
    <w:rsid w:val="004C7FB5"/>
    <w:rsid w:val="004D662B"/>
    <w:rsid w:val="004F120D"/>
    <w:rsid w:val="005104B5"/>
    <w:rsid w:val="00521BDA"/>
    <w:rsid w:val="00524636"/>
    <w:rsid w:val="0052605B"/>
    <w:rsid w:val="005268CC"/>
    <w:rsid w:val="00535732"/>
    <w:rsid w:val="0053578E"/>
    <w:rsid w:val="00554460"/>
    <w:rsid w:val="00564420"/>
    <w:rsid w:val="00581270"/>
    <w:rsid w:val="005925E6"/>
    <w:rsid w:val="005A3646"/>
    <w:rsid w:val="005B1666"/>
    <w:rsid w:val="005C0CDA"/>
    <w:rsid w:val="005D382C"/>
    <w:rsid w:val="006030C1"/>
    <w:rsid w:val="00604FC7"/>
    <w:rsid w:val="006078F7"/>
    <w:rsid w:val="006170FA"/>
    <w:rsid w:val="006201C3"/>
    <w:rsid w:val="006250C2"/>
    <w:rsid w:val="00626F5D"/>
    <w:rsid w:val="00636B64"/>
    <w:rsid w:val="00642D40"/>
    <w:rsid w:val="006533D1"/>
    <w:rsid w:val="006715E7"/>
    <w:rsid w:val="00693F26"/>
    <w:rsid w:val="006A2707"/>
    <w:rsid w:val="006B4FD8"/>
    <w:rsid w:val="006C16ED"/>
    <w:rsid w:val="006C1D6E"/>
    <w:rsid w:val="006C1EE2"/>
    <w:rsid w:val="006C5DC6"/>
    <w:rsid w:val="006C67DA"/>
    <w:rsid w:val="006E633D"/>
    <w:rsid w:val="006F1FD7"/>
    <w:rsid w:val="007132E6"/>
    <w:rsid w:val="0072459C"/>
    <w:rsid w:val="00724D42"/>
    <w:rsid w:val="007362C2"/>
    <w:rsid w:val="00751A40"/>
    <w:rsid w:val="00757661"/>
    <w:rsid w:val="00763AE3"/>
    <w:rsid w:val="0077427F"/>
    <w:rsid w:val="00781944"/>
    <w:rsid w:val="00786844"/>
    <w:rsid w:val="007B2CE7"/>
    <w:rsid w:val="007C74A7"/>
    <w:rsid w:val="007D7621"/>
    <w:rsid w:val="007D7B3E"/>
    <w:rsid w:val="0080152A"/>
    <w:rsid w:val="00814431"/>
    <w:rsid w:val="00823FA2"/>
    <w:rsid w:val="00836AA1"/>
    <w:rsid w:val="008416B2"/>
    <w:rsid w:val="008525F0"/>
    <w:rsid w:val="008547DB"/>
    <w:rsid w:val="00866BE1"/>
    <w:rsid w:val="00866C66"/>
    <w:rsid w:val="00866E56"/>
    <w:rsid w:val="0088124C"/>
    <w:rsid w:val="008842B2"/>
    <w:rsid w:val="008927D7"/>
    <w:rsid w:val="008A3BFC"/>
    <w:rsid w:val="008B12C8"/>
    <w:rsid w:val="008B4B70"/>
    <w:rsid w:val="008B716D"/>
    <w:rsid w:val="008C02B6"/>
    <w:rsid w:val="008C0D8B"/>
    <w:rsid w:val="008C18C4"/>
    <w:rsid w:val="008D0F85"/>
    <w:rsid w:val="008D2FCA"/>
    <w:rsid w:val="008D372B"/>
    <w:rsid w:val="008F21D6"/>
    <w:rsid w:val="00906F6F"/>
    <w:rsid w:val="00907C3B"/>
    <w:rsid w:val="00911CA2"/>
    <w:rsid w:val="00914A45"/>
    <w:rsid w:val="00917912"/>
    <w:rsid w:val="009226EA"/>
    <w:rsid w:val="00930406"/>
    <w:rsid w:val="00940F56"/>
    <w:rsid w:val="009460BC"/>
    <w:rsid w:val="00951E9D"/>
    <w:rsid w:val="00951F2A"/>
    <w:rsid w:val="00955674"/>
    <w:rsid w:val="00970B11"/>
    <w:rsid w:val="0097374A"/>
    <w:rsid w:val="00976144"/>
    <w:rsid w:val="009A23A7"/>
    <w:rsid w:val="009B0CB4"/>
    <w:rsid w:val="009B488D"/>
    <w:rsid w:val="009C1E9C"/>
    <w:rsid w:val="009E24BE"/>
    <w:rsid w:val="009E7940"/>
    <w:rsid w:val="009F19CA"/>
    <w:rsid w:val="009F7FA4"/>
    <w:rsid w:val="00A4075A"/>
    <w:rsid w:val="00A458DB"/>
    <w:rsid w:val="00A50BDB"/>
    <w:rsid w:val="00A54B29"/>
    <w:rsid w:val="00A72964"/>
    <w:rsid w:val="00AA32C0"/>
    <w:rsid w:val="00AA5897"/>
    <w:rsid w:val="00AB03D9"/>
    <w:rsid w:val="00AB181D"/>
    <w:rsid w:val="00AB5FA7"/>
    <w:rsid w:val="00AB6249"/>
    <w:rsid w:val="00AC0EEA"/>
    <w:rsid w:val="00AC3C9E"/>
    <w:rsid w:val="00AD0C67"/>
    <w:rsid w:val="00AD56AF"/>
    <w:rsid w:val="00AE7926"/>
    <w:rsid w:val="00B136AB"/>
    <w:rsid w:val="00B22787"/>
    <w:rsid w:val="00B257C9"/>
    <w:rsid w:val="00B371A0"/>
    <w:rsid w:val="00B450B3"/>
    <w:rsid w:val="00B50931"/>
    <w:rsid w:val="00B8511E"/>
    <w:rsid w:val="00B93B0F"/>
    <w:rsid w:val="00BB48F3"/>
    <w:rsid w:val="00BC1B64"/>
    <w:rsid w:val="00BC2D2A"/>
    <w:rsid w:val="00C0007B"/>
    <w:rsid w:val="00C01F15"/>
    <w:rsid w:val="00C117CB"/>
    <w:rsid w:val="00C11ECA"/>
    <w:rsid w:val="00C14219"/>
    <w:rsid w:val="00C3446D"/>
    <w:rsid w:val="00C5059F"/>
    <w:rsid w:val="00C51415"/>
    <w:rsid w:val="00C53300"/>
    <w:rsid w:val="00C57D60"/>
    <w:rsid w:val="00C6090F"/>
    <w:rsid w:val="00C801DA"/>
    <w:rsid w:val="00C931DD"/>
    <w:rsid w:val="00C93333"/>
    <w:rsid w:val="00C97B83"/>
    <w:rsid w:val="00CA2F92"/>
    <w:rsid w:val="00CA3A63"/>
    <w:rsid w:val="00CA5EFD"/>
    <w:rsid w:val="00CB2BFF"/>
    <w:rsid w:val="00CD1A41"/>
    <w:rsid w:val="00CD666A"/>
    <w:rsid w:val="00CE0FCA"/>
    <w:rsid w:val="00CF0424"/>
    <w:rsid w:val="00CF421F"/>
    <w:rsid w:val="00CF5EAB"/>
    <w:rsid w:val="00D16F30"/>
    <w:rsid w:val="00D22068"/>
    <w:rsid w:val="00D26B32"/>
    <w:rsid w:val="00D31AFB"/>
    <w:rsid w:val="00D31D30"/>
    <w:rsid w:val="00D3743B"/>
    <w:rsid w:val="00D64590"/>
    <w:rsid w:val="00D72950"/>
    <w:rsid w:val="00D73044"/>
    <w:rsid w:val="00D82D5C"/>
    <w:rsid w:val="00D84C1E"/>
    <w:rsid w:val="00D876D8"/>
    <w:rsid w:val="00D94CC1"/>
    <w:rsid w:val="00DA1EE6"/>
    <w:rsid w:val="00DA3E4A"/>
    <w:rsid w:val="00DA63A2"/>
    <w:rsid w:val="00DB34F8"/>
    <w:rsid w:val="00DB7F85"/>
    <w:rsid w:val="00DC29F8"/>
    <w:rsid w:val="00DD6976"/>
    <w:rsid w:val="00DE33AA"/>
    <w:rsid w:val="00DE7913"/>
    <w:rsid w:val="00E03D64"/>
    <w:rsid w:val="00E04542"/>
    <w:rsid w:val="00E06507"/>
    <w:rsid w:val="00E15611"/>
    <w:rsid w:val="00E220A1"/>
    <w:rsid w:val="00E24906"/>
    <w:rsid w:val="00E259A9"/>
    <w:rsid w:val="00E31972"/>
    <w:rsid w:val="00E352AE"/>
    <w:rsid w:val="00E51513"/>
    <w:rsid w:val="00E62062"/>
    <w:rsid w:val="00E62585"/>
    <w:rsid w:val="00E70A22"/>
    <w:rsid w:val="00E81BBD"/>
    <w:rsid w:val="00E87B70"/>
    <w:rsid w:val="00E9452C"/>
    <w:rsid w:val="00E968C6"/>
    <w:rsid w:val="00EA4918"/>
    <w:rsid w:val="00EB12B3"/>
    <w:rsid w:val="00EC66FB"/>
    <w:rsid w:val="00EE19DF"/>
    <w:rsid w:val="00EE56CF"/>
    <w:rsid w:val="00EE7690"/>
    <w:rsid w:val="00EF11E0"/>
    <w:rsid w:val="00EF1D93"/>
    <w:rsid w:val="00EF39A5"/>
    <w:rsid w:val="00F152F5"/>
    <w:rsid w:val="00F1694F"/>
    <w:rsid w:val="00F3075D"/>
    <w:rsid w:val="00F361D6"/>
    <w:rsid w:val="00F41AF8"/>
    <w:rsid w:val="00F463E7"/>
    <w:rsid w:val="00F47563"/>
    <w:rsid w:val="00F5455F"/>
    <w:rsid w:val="00F56C72"/>
    <w:rsid w:val="00F7090C"/>
    <w:rsid w:val="00F71B1F"/>
    <w:rsid w:val="00F740B3"/>
    <w:rsid w:val="00F80FED"/>
    <w:rsid w:val="00F83984"/>
    <w:rsid w:val="00F84C27"/>
    <w:rsid w:val="00F87E77"/>
    <w:rsid w:val="00FB04B6"/>
    <w:rsid w:val="00FD4E5B"/>
    <w:rsid w:val="00FE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DA81A7"/>
  <w15:docId w15:val="{D377D204-3591-4E39-954B-F49D8435B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AA5897"/>
    <w:pPr>
      <w:widowControl w:val="0"/>
      <w:snapToGrid w:val="0"/>
    </w:pPr>
    <w:rPr>
      <w:rFonts w:eastAsia="標楷體"/>
      <w:kern w:val="2"/>
      <w:sz w:val="24"/>
    </w:rPr>
  </w:style>
  <w:style w:type="paragraph" w:styleId="2">
    <w:name w:val="heading 2"/>
    <w:basedOn w:val="a0"/>
    <w:next w:val="a1"/>
    <w:qFormat/>
    <w:rsid w:val="003B152E"/>
    <w:pPr>
      <w:keepNext/>
      <w:numPr>
        <w:ilvl w:val="1"/>
        <w:numId w:val="2"/>
      </w:numPr>
      <w:spacing w:line="720" w:lineRule="auto"/>
      <w:outlineLvl w:val="1"/>
    </w:pPr>
    <w:rPr>
      <w:rFonts w:ascii="Arial" w:eastAsia="新細明體" w:hAnsi="Arial"/>
      <w:b/>
      <w:sz w:val="48"/>
    </w:rPr>
  </w:style>
  <w:style w:type="paragraph" w:styleId="3">
    <w:name w:val="heading 3"/>
    <w:basedOn w:val="a0"/>
    <w:next w:val="a1"/>
    <w:qFormat/>
    <w:rsid w:val="003B152E"/>
    <w:pPr>
      <w:keepNext/>
      <w:numPr>
        <w:ilvl w:val="2"/>
        <w:numId w:val="2"/>
      </w:numPr>
      <w:spacing w:line="720" w:lineRule="auto"/>
      <w:outlineLvl w:val="2"/>
    </w:pPr>
    <w:rPr>
      <w:rFonts w:ascii="Arial" w:eastAsia="新細明體" w:hAnsi="Arial"/>
      <w:b/>
      <w:sz w:val="36"/>
    </w:rPr>
  </w:style>
  <w:style w:type="paragraph" w:styleId="4">
    <w:name w:val="heading 4"/>
    <w:basedOn w:val="a0"/>
    <w:next w:val="a1"/>
    <w:qFormat/>
    <w:rsid w:val="003B152E"/>
    <w:pPr>
      <w:keepNext/>
      <w:numPr>
        <w:ilvl w:val="3"/>
        <w:numId w:val="2"/>
      </w:numPr>
      <w:spacing w:line="720" w:lineRule="auto"/>
      <w:outlineLvl w:val="3"/>
    </w:pPr>
    <w:rPr>
      <w:rFonts w:ascii="Arial" w:eastAsia="新細明體" w:hAnsi="Arial"/>
      <w:sz w:val="36"/>
    </w:rPr>
  </w:style>
  <w:style w:type="paragraph" w:styleId="5">
    <w:name w:val="heading 5"/>
    <w:basedOn w:val="a0"/>
    <w:next w:val="a1"/>
    <w:qFormat/>
    <w:rsid w:val="003B152E"/>
    <w:pPr>
      <w:keepNext/>
      <w:numPr>
        <w:ilvl w:val="4"/>
        <w:numId w:val="2"/>
      </w:numPr>
      <w:spacing w:line="720" w:lineRule="auto"/>
      <w:outlineLvl w:val="4"/>
    </w:pPr>
    <w:rPr>
      <w:rFonts w:ascii="Arial" w:eastAsia="新細明體" w:hAnsi="Arial"/>
      <w:b/>
      <w:sz w:val="36"/>
    </w:rPr>
  </w:style>
  <w:style w:type="paragraph" w:styleId="6">
    <w:name w:val="heading 6"/>
    <w:basedOn w:val="a0"/>
    <w:next w:val="a1"/>
    <w:qFormat/>
    <w:rsid w:val="003B152E"/>
    <w:pPr>
      <w:keepNext/>
      <w:numPr>
        <w:ilvl w:val="5"/>
        <w:numId w:val="2"/>
      </w:numPr>
      <w:spacing w:line="720" w:lineRule="auto"/>
      <w:outlineLvl w:val="5"/>
    </w:pPr>
    <w:rPr>
      <w:rFonts w:ascii="Arial" w:eastAsia="新細明體" w:hAnsi="Arial"/>
      <w:sz w:val="36"/>
    </w:rPr>
  </w:style>
  <w:style w:type="paragraph" w:styleId="7">
    <w:name w:val="heading 7"/>
    <w:basedOn w:val="a0"/>
    <w:next w:val="a1"/>
    <w:qFormat/>
    <w:rsid w:val="003B152E"/>
    <w:pPr>
      <w:keepNext/>
      <w:numPr>
        <w:ilvl w:val="6"/>
        <w:numId w:val="2"/>
      </w:numPr>
      <w:spacing w:line="720" w:lineRule="auto"/>
      <w:outlineLvl w:val="6"/>
    </w:pPr>
    <w:rPr>
      <w:rFonts w:ascii="Arial" w:eastAsia="新細明體" w:hAnsi="Arial"/>
      <w:b/>
      <w:sz w:val="36"/>
    </w:rPr>
  </w:style>
  <w:style w:type="paragraph" w:styleId="8">
    <w:name w:val="heading 8"/>
    <w:basedOn w:val="a0"/>
    <w:next w:val="a1"/>
    <w:qFormat/>
    <w:rsid w:val="003B152E"/>
    <w:pPr>
      <w:keepNext/>
      <w:numPr>
        <w:ilvl w:val="7"/>
        <w:numId w:val="2"/>
      </w:numPr>
      <w:spacing w:line="720" w:lineRule="auto"/>
      <w:outlineLvl w:val="7"/>
    </w:pPr>
    <w:rPr>
      <w:rFonts w:ascii="Arial" w:eastAsia="新細明體" w:hAnsi="Arial"/>
      <w:sz w:val="36"/>
    </w:rPr>
  </w:style>
  <w:style w:type="paragraph" w:styleId="9">
    <w:name w:val="heading 9"/>
    <w:basedOn w:val="a0"/>
    <w:next w:val="a1"/>
    <w:qFormat/>
    <w:rsid w:val="003B152E"/>
    <w:pPr>
      <w:keepNext/>
      <w:numPr>
        <w:ilvl w:val="8"/>
        <w:numId w:val="2"/>
      </w:numPr>
      <w:spacing w:line="720" w:lineRule="auto"/>
      <w:outlineLvl w:val="8"/>
    </w:pPr>
    <w:rPr>
      <w:rFonts w:ascii="Arial" w:eastAsia="新細明體" w:hAnsi="Arial"/>
      <w:sz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聯絡方式"/>
    <w:basedOn w:val="a0"/>
    <w:rsid w:val="003B152E"/>
    <w:pPr>
      <w:spacing w:line="260" w:lineRule="exact"/>
      <w:ind w:left="500" w:hanging="500"/>
    </w:pPr>
    <w:rPr>
      <w:snapToGrid w:val="0"/>
      <w:kern w:val="0"/>
    </w:rPr>
  </w:style>
  <w:style w:type="paragraph" w:customStyle="1" w:styleId="a6">
    <w:name w:val="行文機關"/>
    <w:basedOn w:val="a0"/>
    <w:rsid w:val="003B152E"/>
  </w:style>
  <w:style w:type="paragraph" w:customStyle="1" w:styleId="a7">
    <w:name w:val="機關名稱"/>
    <w:basedOn w:val="a0"/>
    <w:rsid w:val="003B152E"/>
    <w:pPr>
      <w:spacing w:after="160" w:line="560" w:lineRule="exact"/>
    </w:pPr>
    <w:rPr>
      <w:sz w:val="40"/>
    </w:rPr>
  </w:style>
  <w:style w:type="paragraph" w:customStyle="1" w:styleId="a8">
    <w:name w:val="機關名稱隔欄"/>
    <w:basedOn w:val="a0"/>
    <w:rsid w:val="003B152E"/>
    <w:pPr>
      <w:spacing w:after="160"/>
    </w:pPr>
    <w:rPr>
      <w:sz w:val="44"/>
    </w:rPr>
  </w:style>
  <w:style w:type="paragraph" w:customStyle="1" w:styleId="a9">
    <w:name w:val="受文者"/>
    <w:basedOn w:val="a0"/>
    <w:rsid w:val="003B152E"/>
    <w:pPr>
      <w:snapToGrid/>
      <w:spacing w:after="200"/>
      <w:ind w:left="1276" w:hanging="1276"/>
    </w:pPr>
    <w:rPr>
      <w:sz w:val="32"/>
    </w:rPr>
  </w:style>
  <w:style w:type="paragraph" w:customStyle="1" w:styleId="aa">
    <w:name w:val="發文日期"/>
    <w:basedOn w:val="a0"/>
    <w:rsid w:val="003B152E"/>
    <w:pPr>
      <w:spacing w:line="280" w:lineRule="exact"/>
    </w:pPr>
  </w:style>
  <w:style w:type="paragraph" w:customStyle="1" w:styleId="ab">
    <w:name w:val="發文字號"/>
    <w:basedOn w:val="a0"/>
    <w:rsid w:val="003B152E"/>
    <w:pPr>
      <w:spacing w:line="280" w:lineRule="exact"/>
    </w:pPr>
  </w:style>
  <w:style w:type="paragraph" w:customStyle="1" w:styleId="ac">
    <w:name w:val="速別"/>
    <w:basedOn w:val="a0"/>
    <w:rsid w:val="003B152E"/>
    <w:pPr>
      <w:spacing w:line="280" w:lineRule="exact"/>
    </w:pPr>
  </w:style>
  <w:style w:type="paragraph" w:customStyle="1" w:styleId="ad">
    <w:name w:val="密等"/>
    <w:basedOn w:val="a0"/>
    <w:rsid w:val="003B152E"/>
    <w:pPr>
      <w:spacing w:line="280" w:lineRule="atLeast"/>
    </w:pPr>
  </w:style>
  <w:style w:type="paragraph" w:customStyle="1" w:styleId="ae">
    <w:name w:val="附件"/>
    <w:basedOn w:val="a0"/>
    <w:rsid w:val="003B152E"/>
    <w:pPr>
      <w:spacing w:line="280" w:lineRule="exact"/>
      <w:ind w:left="680" w:hanging="680"/>
    </w:pPr>
  </w:style>
  <w:style w:type="paragraph" w:customStyle="1" w:styleId="af">
    <w:name w:val="主旨"/>
    <w:basedOn w:val="a0"/>
    <w:rsid w:val="003B152E"/>
    <w:pPr>
      <w:ind w:left="964" w:hanging="964"/>
    </w:pPr>
    <w:rPr>
      <w:sz w:val="32"/>
    </w:rPr>
  </w:style>
  <w:style w:type="paragraph" w:customStyle="1" w:styleId="af0">
    <w:name w:val="說明辦法首行"/>
    <w:basedOn w:val="a0"/>
    <w:rsid w:val="003B152E"/>
    <w:pPr>
      <w:spacing w:line="500" w:lineRule="exact"/>
      <w:ind w:left="964" w:hanging="964"/>
    </w:pPr>
    <w:rPr>
      <w:sz w:val="32"/>
    </w:rPr>
  </w:style>
  <w:style w:type="paragraph" w:customStyle="1" w:styleId="a">
    <w:name w:val="分項段落"/>
    <w:basedOn w:val="a0"/>
    <w:rsid w:val="003B152E"/>
    <w:pPr>
      <w:widowControl/>
      <w:numPr>
        <w:numId w:val="4"/>
      </w:numPr>
      <w:textAlignment w:val="baseline"/>
    </w:pPr>
    <w:rPr>
      <w:noProof/>
      <w:kern w:val="0"/>
      <w:sz w:val="32"/>
    </w:rPr>
  </w:style>
  <w:style w:type="paragraph" w:styleId="a1">
    <w:name w:val="Normal Indent"/>
    <w:basedOn w:val="a0"/>
    <w:rsid w:val="003B152E"/>
    <w:pPr>
      <w:ind w:left="480"/>
    </w:pPr>
  </w:style>
  <w:style w:type="paragraph" w:customStyle="1" w:styleId="af1">
    <w:name w:val="正副本"/>
    <w:basedOn w:val="a0"/>
    <w:rsid w:val="003B152E"/>
    <w:pPr>
      <w:ind w:left="658" w:hanging="658"/>
    </w:pPr>
  </w:style>
  <w:style w:type="paragraph" w:customStyle="1" w:styleId="af2">
    <w:name w:val="首長"/>
    <w:basedOn w:val="a0"/>
    <w:rsid w:val="003B152E"/>
    <w:pPr>
      <w:spacing w:line="500" w:lineRule="exact"/>
    </w:pPr>
    <w:rPr>
      <w:sz w:val="32"/>
    </w:rPr>
  </w:style>
  <w:style w:type="paragraph" w:customStyle="1" w:styleId="af3">
    <w:name w:val="地址"/>
    <w:basedOn w:val="a0"/>
    <w:rsid w:val="003B152E"/>
    <w:pPr>
      <w:spacing w:line="240" w:lineRule="exact"/>
      <w:ind w:left="300" w:hanging="300"/>
    </w:pPr>
    <w:rPr>
      <w:snapToGrid w:val="0"/>
      <w:kern w:val="0"/>
    </w:rPr>
  </w:style>
  <w:style w:type="paragraph" w:styleId="af4">
    <w:name w:val="header"/>
    <w:basedOn w:val="a0"/>
    <w:rsid w:val="003B152E"/>
    <w:pPr>
      <w:tabs>
        <w:tab w:val="center" w:pos="4153"/>
        <w:tab w:val="right" w:pos="8306"/>
      </w:tabs>
    </w:pPr>
    <w:rPr>
      <w:sz w:val="20"/>
    </w:rPr>
  </w:style>
  <w:style w:type="paragraph" w:styleId="af5">
    <w:name w:val="footer"/>
    <w:basedOn w:val="a0"/>
    <w:rsid w:val="003B152E"/>
    <w:pPr>
      <w:tabs>
        <w:tab w:val="center" w:pos="4153"/>
        <w:tab w:val="right" w:pos="8306"/>
      </w:tabs>
    </w:pPr>
    <w:rPr>
      <w:sz w:val="20"/>
    </w:rPr>
  </w:style>
  <w:style w:type="character" w:styleId="af6">
    <w:name w:val="page number"/>
    <w:basedOn w:val="a2"/>
    <w:rsid w:val="003B152E"/>
  </w:style>
  <w:style w:type="paragraph" w:customStyle="1" w:styleId="af7">
    <w:name w:val="批示欄位"/>
    <w:basedOn w:val="a0"/>
    <w:rsid w:val="003B152E"/>
    <w:pPr>
      <w:widowControl/>
      <w:textAlignment w:val="baseline"/>
    </w:pPr>
    <w:rPr>
      <w:noProof/>
      <w:kern w:val="0"/>
    </w:rPr>
  </w:style>
  <w:style w:type="character" w:styleId="af8">
    <w:name w:val="Hyperlink"/>
    <w:rsid w:val="003B152E"/>
    <w:rPr>
      <w:color w:val="0000FF"/>
      <w:u w:val="single"/>
    </w:rPr>
  </w:style>
  <w:style w:type="table" w:styleId="af9">
    <w:name w:val="Table Grid"/>
    <w:basedOn w:val="a3"/>
    <w:rsid w:val="002E7300"/>
    <w:pPr>
      <w:widowControl w:val="0"/>
      <w:snapToGri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Balloon Text"/>
    <w:basedOn w:val="a0"/>
    <w:semiHidden/>
    <w:rsid w:val="006078F7"/>
    <w:rPr>
      <w:rFonts w:ascii="Arial" w:eastAsia="新細明體" w:hAnsi="Arial"/>
      <w:sz w:val="18"/>
      <w:szCs w:val="18"/>
    </w:rPr>
  </w:style>
  <w:style w:type="character" w:styleId="afb">
    <w:name w:val="annotation reference"/>
    <w:semiHidden/>
    <w:rsid w:val="00F740B3"/>
    <w:rPr>
      <w:sz w:val="18"/>
      <w:szCs w:val="18"/>
    </w:rPr>
  </w:style>
  <w:style w:type="paragraph" w:styleId="afc">
    <w:name w:val="annotation text"/>
    <w:basedOn w:val="a0"/>
    <w:semiHidden/>
    <w:rsid w:val="00F740B3"/>
  </w:style>
  <w:style w:type="paragraph" w:styleId="afd">
    <w:name w:val="annotation subject"/>
    <w:basedOn w:val="afc"/>
    <w:next w:val="afc"/>
    <w:link w:val="afe"/>
    <w:rsid w:val="00F740B3"/>
    <w:rPr>
      <w:b/>
      <w:bCs/>
    </w:rPr>
  </w:style>
  <w:style w:type="paragraph" w:styleId="Web">
    <w:name w:val="Normal (Web)"/>
    <w:basedOn w:val="a0"/>
    <w:uiPriority w:val="99"/>
    <w:unhideWhenUsed/>
    <w:rsid w:val="00AB6249"/>
    <w:pPr>
      <w:widowControl/>
      <w:snapToGrid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fe">
    <w:name w:val="註解主旨 字元"/>
    <w:link w:val="afd"/>
    <w:rsid w:val="00EE19DF"/>
    <w:rPr>
      <w:rFonts w:eastAsia="標楷體"/>
      <w:b/>
      <w:bCs/>
      <w:kern w:val="2"/>
      <w:sz w:val="24"/>
    </w:rPr>
  </w:style>
  <w:style w:type="character" w:styleId="aff">
    <w:name w:val="Unresolved Mention"/>
    <w:uiPriority w:val="99"/>
    <w:semiHidden/>
    <w:unhideWhenUsed/>
    <w:rsid w:val="00DD6976"/>
    <w:rPr>
      <w:color w:val="605E5C"/>
      <w:shd w:val="clear" w:color="auto" w:fill="E1DFDD"/>
    </w:rPr>
  </w:style>
  <w:style w:type="character" w:styleId="aff0">
    <w:name w:val="FollowedHyperlink"/>
    <w:semiHidden/>
    <w:unhideWhenUsed/>
    <w:rsid w:val="006C5DC6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cctc.cyc.org.tw/downlo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33521;&#31119;&#36948;&#20844;&#25991;\&#27243;&#24335;&#26360;&#20989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5AAF3-FB14-40C5-81EE-10340D988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橫式書函</Template>
  <TotalTime>24</TotalTime>
  <Pages>2</Pages>
  <Words>122</Words>
  <Characters>696</Characters>
  <Application>Microsoft Office Word</Application>
  <DocSecurity>0</DocSecurity>
  <Lines>5</Lines>
  <Paragraphs>1</Paragraphs>
  <ScaleCrop>false</ScaleCrop>
  <Company>InFoDoc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函（稿）</dc:title>
  <dc:creator>User</dc:creator>
  <cp:lastModifiedBy>User</cp:lastModifiedBy>
  <cp:revision>3</cp:revision>
  <cp:lastPrinted>2023-02-14T02:31:00Z</cp:lastPrinted>
  <dcterms:created xsi:type="dcterms:W3CDTF">2024-02-16T10:20:00Z</dcterms:created>
  <dcterms:modified xsi:type="dcterms:W3CDTF">2024-02-16T10:43:00Z</dcterms:modified>
</cp:coreProperties>
</file>